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0A7E90" w14:textId="77AFFF56" w:rsidR="001B2A07" w:rsidRPr="001C05A1" w:rsidRDefault="00576DB9" w:rsidP="001B2A07">
      <w:pPr>
        <w:pStyle w:val="afd"/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1F61B076F28A45A29C86F889F6257D54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FD2692">
            <w:t>Packet Tracer - Создание карты сети с помощью протокола CDP</w:t>
          </w:r>
        </w:sdtContent>
      </w:sdt>
      <w:r w:rsidR="00FD2692">
        <w:rPr>
          <w:rStyle w:val="LabTitleInstVersred"/>
        </w:rPr>
        <w:t xml:space="preserve"> </w:t>
      </w:r>
    </w:p>
    <w:p w14:paraId="2FA64EC1" w14:textId="760285A4" w:rsidR="00D778DF" w:rsidRPr="009A1CF4" w:rsidRDefault="00D778DF" w:rsidP="00D778DF">
      <w:pPr>
        <w:pStyle w:val="InstNoteRed"/>
      </w:pPr>
    </w:p>
    <w:p w14:paraId="1A27FFEF" w14:textId="77777777" w:rsidR="0095761D" w:rsidRPr="00BB73FF" w:rsidRDefault="0095761D" w:rsidP="0095761D">
      <w:pPr>
        <w:pStyle w:val="1"/>
        <w:numPr>
          <w:ilvl w:val="0"/>
          <w:numId w:val="3"/>
        </w:numPr>
      </w:pPr>
      <w:r>
        <w:t>Таблица адресации</w:t>
      </w:r>
    </w:p>
    <w:tbl>
      <w:tblPr>
        <w:tblW w:w="999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Эта таблица содержит запись устройства, интерфейса, IP-адреса, маски подсети, локального интерфейса и подключенного соседа. Введите свои ответы в ячейках, помеченных как «пусто»."/>
      </w:tblPr>
      <w:tblGrid>
        <w:gridCol w:w="2067"/>
        <w:gridCol w:w="1260"/>
        <w:gridCol w:w="1980"/>
        <w:gridCol w:w="2250"/>
        <w:gridCol w:w="2436"/>
      </w:tblGrid>
      <w:tr w:rsidR="0095761D" w14:paraId="780F3079" w14:textId="77777777" w:rsidTr="00DF020B">
        <w:trPr>
          <w:cantSplit/>
          <w:tblHeader/>
          <w:jc w:val="center"/>
        </w:trPr>
        <w:tc>
          <w:tcPr>
            <w:tcW w:w="20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0B9221AF" w14:textId="77777777" w:rsidR="0095761D" w:rsidRPr="00E87D62" w:rsidRDefault="0095761D" w:rsidP="00907A29">
            <w:pPr>
              <w:pStyle w:val="TableHeading"/>
            </w:pPr>
            <w:r>
              <w:t>Устройство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0022F059" w14:textId="77777777" w:rsidR="0095761D" w:rsidRPr="00E87D62" w:rsidRDefault="0095761D" w:rsidP="00907A29">
            <w:pPr>
              <w:pStyle w:val="TableHeading"/>
            </w:pPr>
            <w:r>
              <w:t>Интерфейс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576B3B88" w14:textId="77777777" w:rsidR="0095761D" w:rsidRPr="00E87D62" w:rsidRDefault="0095761D" w:rsidP="00907A29">
            <w:pPr>
              <w:pStyle w:val="TableHeading"/>
            </w:pPr>
            <w:r>
              <w:t>IP-адрес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47D7A8E6" w14:textId="77777777" w:rsidR="0095761D" w:rsidRPr="00E87D62" w:rsidRDefault="0095761D" w:rsidP="00907A29">
            <w:pPr>
              <w:pStyle w:val="TableHeading"/>
            </w:pPr>
            <w:r>
              <w:t>Маска подсети</w:t>
            </w:r>
          </w:p>
        </w:tc>
        <w:tc>
          <w:tcPr>
            <w:tcW w:w="2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37775546" w14:textId="77777777" w:rsidR="0095761D" w:rsidRPr="00E87D62" w:rsidRDefault="0095761D" w:rsidP="00907A29">
            <w:pPr>
              <w:pStyle w:val="TableHeading"/>
            </w:pPr>
            <w:r>
              <w:t>Интерфейс локальной сети и подключенный сосед</w:t>
            </w:r>
          </w:p>
        </w:tc>
      </w:tr>
      <w:tr w:rsidR="0095761D" w14:paraId="0B0085DD" w14:textId="77777777" w:rsidTr="00DF020B">
        <w:trPr>
          <w:cantSplit/>
          <w:jc w:val="center"/>
        </w:trPr>
        <w:tc>
          <w:tcPr>
            <w:tcW w:w="2067" w:type="dxa"/>
            <w:tcBorders>
              <w:bottom w:val="nil"/>
            </w:tcBorders>
            <w:vAlign w:val="center"/>
          </w:tcPr>
          <w:p w14:paraId="79C38E2F" w14:textId="77777777" w:rsidR="0095761D" w:rsidRPr="00840FC2" w:rsidRDefault="0095761D" w:rsidP="00907A29">
            <w:pPr>
              <w:pStyle w:val="TableText"/>
            </w:pPr>
            <w:r>
              <w:t>Edge1</w:t>
            </w:r>
          </w:p>
        </w:tc>
        <w:tc>
          <w:tcPr>
            <w:tcW w:w="1260" w:type="dxa"/>
            <w:vAlign w:val="bottom"/>
          </w:tcPr>
          <w:p w14:paraId="5E32A792" w14:textId="77777777" w:rsidR="0095761D" w:rsidRDefault="0095761D" w:rsidP="00907A29">
            <w:pPr>
              <w:pStyle w:val="TableText"/>
            </w:pPr>
            <w:r>
              <w:t>G0/0</w:t>
            </w:r>
          </w:p>
        </w:tc>
        <w:tc>
          <w:tcPr>
            <w:tcW w:w="1980" w:type="dxa"/>
            <w:vAlign w:val="bottom"/>
          </w:tcPr>
          <w:p w14:paraId="585367AD" w14:textId="77777777" w:rsidR="0095761D" w:rsidRDefault="0095761D" w:rsidP="00907A29">
            <w:pPr>
              <w:pStyle w:val="TableText"/>
            </w:pPr>
            <w:r>
              <w:t>192.168.1.1</w:t>
            </w:r>
          </w:p>
        </w:tc>
        <w:tc>
          <w:tcPr>
            <w:tcW w:w="2250" w:type="dxa"/>
            <w:vAlign w:val="bottom"/>
          </w:tcPr>
          <w:p w14:paraId="12BD374F" w14:textId="77777777" w:rsidR="0095761D" w:rsidRDefault="0095761D" w:rsidP="00907A29">
            <w:pPr>
              <w:pStyle w:val="TableText"/>
            </w:pPr>
            <w:r>
              <w:t>255.255.255.0</w:t>
            </w:r>
          </w:p>
        </w:tc>
        <w:tc>
          <w:tcPr>
            <w:tcW w:w="2436" w:type="dxa"/>
          </w:tcPr>
          <w:p w14:paraId="7FFF94E8" w14:textId="77777777" w:rsidR="0095761D" w:rsidRDefault="0095761D" w:rsidP="00907A29">
            <w:pPr>
              <w:pStyle w:val="TableText"/>
            </w:pPr>
            <w:r>
              <w:t>G0/1 — S1</w:t>
            </w:r>
          </w:p>
        </w:tc>
      </w:tr>
      <w:tr w:rsidR="0095761D" w14:paraId="125AD6F4" w14:textId="77777777" w:rsidTr="00DF020B">
        <w:trPr>
          <w:cantSplit/>
          <w:jc w:val="center"/>
        </w:trPr>
        <w:tc>
          <w:tcPr>
            <w:tcW w:w="2067" w:type="dxa"/>
            <w:tcBorders>
              <w:top w:val="nil"/>
            </w:tcBorders>
            <w:vAlign w:val="center"/>
          </w:tcPr>
          <w:p w14:paraId="2E1C333F" w14:textId="77777777" w:rsidR="0095761D" w:rsidRPr="005349EA" w:rsidRDefault="0095761D" w:rsidP="0095761D">
            <w:pPr>
              <w:pStyle w:val="ConfigWindow"/>
            </w:pPr>
            <w:r>
              <w:t>Граница 1</w:t>
            </w:r>
          </w:p>
        </w:tc>
        <w:tc>
          <w:tcPr>
            <w:tcW w:w="1260" w:type="dxa"/>
            <w:vAlign w:val="bottom"/>
          </w:tcPr>
          <w:p w14:paraId="0AE6C810" w14:textId="77777777" w:rsidR="0095761D" w:rsidRDefault="0095761D" w:rsidP="00907A29">
            <w:pPr>
              <w:pStyle w:val="TableText"/>
            </w:pPr>
            <w:r>
              <w:t>S0/0/0</w:t>
            </w:r>
          </w:p>
        </w:tc>
        <w:tc>
          <w:tcPr>
            <w:tcW w:w="1980" w:type="dxa"/>
            <w:vAlign w:val="bottom"/>
          </w:tcPr>
          <w:p w14:paraId="5295CEED" w14:textId="6ED75A2D" w:rsidR="0095761D" w:rsidRPr="00485111" w:rsidRDefault="0095761D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2250" w:type="dxa"/>
            <w:vAlign w:val="bottom"/>
          </w:tcPr>
          <w:p w14:paraId="58302E04" w14:textId="59CDC921" w:rsidR="0095761D" w:rsidRPr="00485111" w:rsidRDefault="0095761D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2436" w:type="dxa"/>
          </w:tcPr>
          <w:p w14:paraId="4B623A13" w14:textId="77777777" w:rsidR="0095761D" w:rsidRDefault="0095761D" w:rsidP="00907A29">
            <w:pPr>
              <w:pStyle w:val="TableText"/>
            </w:pPr>
            <w:r>
              <w:t>S0/0/0 — ISP</w:t>
            </w:r>
          </w:p>
        </w:tc>
      </w:tr>
      <w:tr w:rsidR="0095761D" w14:paraId="18396E3A" w14:textId="77777777" w:rsidTr="0095761D">
        <w:trPr>
          <w:cantSplit/>
          <w:jc w:val="center"/>
        </w:trPr>
        <w:tc>
          <w:tcPr>
            <w:tcW w:w="2067" w:type="dxa"/>
            <w:vAlign w:val="bottom"/>
          </w:tcPr>
          <w:p w14:paraId="41F4FF45" w14:textId="64C9E7C9" w:rsidR="0095761D" w:rsidRPr="00840FC2" w:rsidRDefault="0095761D" w:rsidP="00907A29">
            <w:pPr>
              <w:pStyle w:val="TableText"/>
            </w:pPr>
          </w:p>
        </w:tc>
        <w:tc>
          <w:tcPr>
            <w:tcW w:w="1260" w:type="dxa"/>
            <w:vAlign w:val="bottom"/>
          </w:tcPr>
          <w:p w14:paraId="6EF1CF7B" w14:textId="77777777" w:rsidR="0095761D" w:rsidRDefault="0095761D" w:rsidP="00907A29">
            <w:pPr>
              <w:pStyle w:val="TableText"/>
            </w:pPr>
            <w:r>
              <w:t>S0/0/1</w:t>
            </w:r>
          </w:p>
        </w:tc>
        <w:tc>
          <w:tcPr>
            <w:tcW w:w="1980" w:type="dxa"/>
            <w:vAlign w:val="bottom"/>
          </w:tcPr>
          <w:p w14:paraId="4DB1A495" w14:textId="77777777" w:rsidR="0095761D" w:rsidRDefault="0095761D" w:rsidP="00907A29">
            <w:pPr>
              <w:pStyle w:val="TableText"/>
            </w:pPr>
            <w:r>
              <w:t>209.165.200.10</w:t>
            </w:r>
          </w:p>
        </w:tc>
        <w:tc>
          <w:tcPr>
            <w:tcW w:w="2250" w:type="dxa"/>
            <w:vAlign w:val="bottom"/>
          </w:tcPr>
          <w:p w14:paraId="3303CE8F" w14:textId="46A9EE33" w:rsidR="0095761D" w:rsidRPr="00485111" w:rsidRDefault="0095761D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2436" w:type="dxa"/>
          </w:tcPr>
          <w:p w14:paraId="3418030A" w14:textId="77777777" w:rsidR="0095761D" w:rsidRDefault="0095761D" w:rsidP="00907A29">
            <w:pPr>
              <w:pStyle w:val="TableText"/>
            </w:pPr>
            <w:r>
              <w:t>S0/0/1 — ISP</w:t>
            </w:r>
          </w:p>
        </w:tc>
      </w:tr>
      <w:tr w:rsidR="0095761D" w14:paraId="268C1FA2" w14:textId="77777777" w:rsidTr="0095761D">
        <w:trPr>
          <w:cantSplit/>
          <w:jc w:val="center"/>
        </w:trPr>
        <w:tc>
          <w:tcPr>
            <w:tcW w:w="2067" w:type="dxa"/>
            <w:vAlign w:val="bottom"/>
          </w:tcPr>
          <w:p w14:paraId="6E466782" w14:textId="30CE0607" w:rsidR="0095761D" w:rsidRPr="00485111" w:rsidRDefault="0095761D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260" w:type="dxa"/>
            <w:vAlign w:val="bottom"/>
          </w:tcPr>
          <w:p w14:paraId="1DFDC829" w14:textId="771D0A08" w:rsidR="0095761D" w:rsidRPr="00485111" w:rsidRDefault="0095761D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980" w:type="dxa"/>
            <w:vAlign w:val="bottom"/>
          </w:tcPr>
          <w:p w14:paraId="2BF48FF5" w14:textId="228B3F36" w:rsidR="0095761D" w:rsidRPr="00485111" w:rsidRDefault="0095761D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2250" w:type="dxa"/>
            <w:vAlign w:val="bottom"/>
          </w:tcPr>
          <w:p w14:paraId="60437348" w14:textId="0023F3FF" w:rsidR="0095761D" w:rsidRPr="00485111" w:rsidRDefault="0095761D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2436" w:type="dxa"/>
          </w:tcPr>
          <w:p w14:paraId="16AA83B9" w14:textId="71F052F2" w:rsidR="0095761D" w:rsidRPr="00485111" w:rsidRDefault="0095761D" w:rsidP="00907A29">
            <w:pPr>
              <w:pStyle w:val="TableText"/>
              <w:rPr>
                <w:rStyle w:val="AnswerGray"/>
              </w:rPr>
            </w:pPr>
          </w:p>
        </w:tc>
      </w:tr>
      <w:tr w:rsidR="0095761D" w14:paraId="65A48DF2" w14:textId="77777777" w:rsidTr="0095761D">
        <w:trPr>
          <w:cantSplit/>
          <w:jc w:val="center"/>
        </w:trPr>
        <w:tc>
          <w:tcPr>
            <w:tcW w:w="2067" w:type="dxa"/>
            <w:vAlign w:val="bottom"/>
          </w:tcPr>
          <w:p w14:paraId="68A65201" w14:textId="6ACA059E" w:rsidR="0095761D" w:rsidRPr="00485111" w:rsidRDefault="0095761D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260" w:type="dxa"/>
            <w:vAlign w:val="bottom"/>
          </w:tcPr>
          <w:p w14:paraId="4FA4ED7E" w14:textId="3016C2D4" w:rsidR="0095761D" w:rsidRPr="00485111" w:rsidRDefault="0095761D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980" w:type="dxa"/>
            <w:vAlign w:val="bottom"/>
          </w:tcPr>
          <w:p w14:paraId="0537E1A7" w14:textId="5304D197" w:rsidR="0095761D" w:rsidRPr="00485111" w:rsidRDefault="0095761D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2250" w:type="dxa"/>
            <w:vAlign w:val="bottom"/>
          </w:tcPr>
          <w:p w14:paraId="4BD88634" w14:textId="7E542C77" w:rsidR="0095761D" w:rsidRPr="00485111" w:rsidRDefault="0095761D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2436" w:type="dxa"/>
          </w:tcPr>
          <w:p w14:paraId="4CA15E1E" w14:textId="2BAB02F4" w:rsidR="0095761D" w:rsidRPr="00485111" w:rsidRDefault="0095761D" w:rsidP="00907A29">
            <w:pPr>
              <w:pStyle w:val="TableText"/>
              <w:rPr>
                <w:rStyle w:val="AnswerGray"/>
              </w:rPr>
            </w:pPr>
          </w:p>
        </w:tc>
      </w:tr>
      <w:tr w:rsidR="0095761D" w14:paraId="4D825822" w14:textId="77777777" w:rsidTr="0095761D">
        <w:trPr>
          <w:cantSplit/>
          <w:jc w:val="center"/>
        </w:trPr>
        <w:tc>
          <w:tcPr>
            <w:tcW w:w="2067" w:type="dxa"/>
            <w:vAlign w:val="bottom"/>
          </w:tcPr>
          <w:p w14:paraId="74E67013" w14:textId="63467EC0" w:rsidR="0095761D" w:rsidRPr="00485111" w:rsidRDefault="0095761D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260" w:type="dxa"/>
            <w:vAlign w:val="bottom"/>
          </w:tcPr>
          <w:p w14:paraId="47669013" w14:textId="743D0479" w:rsidR="0095761D" w:rsidRPr="00485111" w:rsidRDefault="0095761D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980" w:type="dxa"/>
            <w:vAlign w:val="bottom"/>
          </w:tcPr>
          <w:p w14:paraId="44B1F674" w14:textId="7AE96B23" w:rsidR="0095761D" w:rsidRPr="00485111" w:rsidRDefault="0095761D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2250" w:type="dxa"/>
            <w:vAlign w:val="bottom"/>
          </w:tcPr>
          <w:p w14:paraId="7A4899E7" w14:textId="7E3ABF39" w:rsidR="0095761D" w:rsidRPr="00485111" w:rsidRDefault="0095761D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2436" w:type="dxa"/>
          </w:tcPr>
          <w:p w14:paraId="4E4523FC" w14:textId="5A9D19FD" w:rsidR="0095761D" w:rsidRPr="00485111" w:rsidRDefault="0095761D" w:rsidP="00907A29">
            <w:pPr>
              <w:pStyle w:val="TableText"/>
              <w:rPr>
                <w:rStyle w:val="AnswerGray"/>
              </w:rPr>
            </w:pPr>
          </w:p>
        </w:tc>
      </w:tr>
      <w:tr w:rsidR="0095761D" w14:paraId="679A54A3" w14:textId="77777777" w:rsidTr="0095761D">
        <w:trPr>
          <w:cantSplit/>
          <w:jc w:val="center"/>
        </w:trPr>
        <w:tc>
          <w:tcPr>
            <w:tcW w:w="2067" w:type="dxa"/>
            <w:vAlign w:val="bottom"/>
          </w:tcPr>
          <w:p w14:paraId="1C7BE52C" w14:textId="22796B70" w:rsidR="0095761D" w:rsidRPr="00485111" w:rsidRDefault="0095761D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260" w:type="dxa"/>
            <w:vAlign w:val="bottom"/>
          </w:tcPr>
          <w:p w14:paraId="58139423" w14:textId="63E17E68" w:rsidR="0095761D" w:rsidRPr="00485111" w:rsidRDefault="0095761D" w:rsidP="00907A29">
            <w:pPr>
              <w:pStyle w:val="TableText"/>
              <w:rPr>
                <w:rStyle w:val="AnswerGray"/>
              </w:rPr>
            </w:pPr>
          </w:p>
        </w:tc>
        <w:tc>
          <w:tcPr>
            <w:tcW w:w="1980" w:type="dxa"/>
            <w:vAlign w:val="bottom"/>
          </w:tcPr>
          <w:p w14:paraId="0226E3AD" w14:textId="67C02363" w:rsidR="0095761D" w:rsidRPr="0095761D" w:rsidRDefault="0095761D" w:rsidP="0095761D">
            <w:pPr>
              <w:pStyle w:val="ConfigWindow"/>
            </w:pPr>
          </w:p>
        </w:tc>
        <w:tc>
          <w:tcPr>
            <w:tcW w:w="2250" w:type="dxa"/>
            <w:vAlign w:val="bottom"/>
          </w:tcPr>
          <w:p w14:paraId="28F918F9" w14:textId="2EC6EECF" w:rsidR="0095761D" w:rsidRPr="00485111" w:rsidRDefault="0095761D" w:rsidP="0095761D">
            <w:pPr>
              <w:pStyle w:val="ConfigWindow"/>
              <w:rPr>
                <w:rStyle w:val="AnswerGray"/>
              </w:rPr>
            </w:pPr>
          </w:p>
        </w:tc>
        <w:tc>
          <w:tcPr>
            <w:tcW w:w="2436" w:type="dxa"/>
          </w:tcPr>
          <w:p w14:paraId="773FD9FA" w14:textId="57FAE676" w:rsidR="0095761D" w:rsidRPr="00485111" w:rsidRDefault="0095761D" w:rsidP="00907A29">
            <w:pPr>
              <w:pStyle w:val="TableText"/>
              <w:rPr>
                <w:rStyle w:val="AnswerGray"/>
              </w:rPr>
            </w:pPr>
          </w:p>
        </w:tc>
      </w:tr>
      <w:tr w:rsidR="0095761D" w14:paraId="382C964C" w14:textId="77777777" w:rsidTr="0095761D">
        <w:trPr>
          <w:cantSplit/>
          <w:jc w:val="center"/>
        </w:trPr>
        <w:tc>
          <w:tcPr>
            <w:tcW w:w="2067" w:type="dxa"/>
            <w:vAlign w:val="bottom"/>
          </w:tcPr>
          <w:p w14:paraId="26ADE521" w14:textId="271B5971" w:rsidR="0095761D" w:rsidRDefault="0095761D" w:rsidP="0095761D">
            <w:pPr>
              <w:pStyle w:val="TableText"/>
              <w:rPr>
                <w:rStyle w:val="AnswerGray"/>
              </w:rPr>
            </w:pPr>
          </w:p>
        </w:tc>
        <w:tc>
          <w:tcPr>
            <w:tcW w:w="1260" w:type="dxa"/>
            <w:vAlign w:val="bottom"/>
          </w:tcPr>
          <w:p w14:paraId="783BFCC0" w14:textId="5CBB3DB6" w:rsidR="0095761D" w:rsidRDefault="0095761D" w:rsidP="0095761D">
            <w:pPr>
              <w:pStyle w:val="TableText"/>
              <w:rPr>
                <w:rStyle w:val="AnswerGray"/>
              </w:rPr>
            </w:pPr>
          </w:p>
        </w:tc>
        <w:tc>
          <w:tcPr>
            <w:tcW w:w="1980" w:type="dxa"/>
            <w:vAlign w:val="bottom"/>
          </w:tcPr>
          <w:p w14:paraId="305C42D1" w14:textId="511A689A" w:rsidR="0095761D" w:rsidRPr="0095761D" w:rsidRDefault="0095761D" w:rsidP="0095761D">
            <w:pPr>
              <w:pStyle w:val="ConfigWindow"/>
            </w:pPr>
          </w:p>
        </w:tc>
        <w:tc>
          <w:tcPr>
            <w:tcW w:w="2250" w:type="dxa"/>
            <w:vAlign w:val="bottom"/>
          </w:tcPr>
          <w:p w14:paraId="5E7C2982" w14:textId="20C453D7" w:rsidR="0095761D" w:rsidRPr="00485111" w:rsidRDefault="0095761D" w:rsidP="0095761D">
            <w:pPr>
              <w:pStyle w:val="ConfigWindow"/>
              <w:rPr>
                <w:rStyle w:val="AnswerGray"/>
              </w:rPr>
            </w:pPr>
          </w:p>
        </w:tc>
        <w:tc>
          <w:tcPr>
            <w:tcW w:w="2436" w:type="dxa"/>
          </w:tcPr>
          <w:p w14:paraId="5C515B68" w14:textId="4F6817C1" w:rsidR="0095761D" w:rsidRDefault="0095761D" w:rsidP="0095761D">
            <w:pPr>
              <w:pStyle w:val="TableText"/>
              <w:rPr>
                <w:rStyle w:val="AnswerGray"/>
              </w:rPr>
            </w:pPr>
          </w:p>
        </w:tc>
      </w:tr>
      <w:tr w:rsidR="0095761D" w14:paraId="3944C695" w14:textId="77777777" w:rsidTr="0095761D">
        <w:trPr>
          <w:cantSplit/>
          <w:jc w:val="center"/>
        </w:trPr>
        <w:tc>
          <w:tcPr>
            <w:tcW w:w="2067" w:type="dxa"/>
            <w:vAlign w:val="bottom"/>
          </w:tcPr>
          <w:p w14:paraId="218EC292" w14:textId="5F430EE7" w:rsidR="0095761D" w:rsidRDefault="0095761D" w:rsidP="0095761D">
            <w:pPr>
              <w:pStyle w:val="TableText"/>
              <w:rPr>
                <w:rStyle w:val="AnswerGray"/>
              </w:rPr>
            </w:pPr>
          </w:p>
        </w:tc>
        <w:tc>
          <w:tcPr>
            <w:tcW w:w="1260" w:type="dxa"/>
            <w:vAlign w:val="bottom"/>
          </w:tcPr>
          <w:p w14:paraId="7CCB1029" w14:textId="163B5878" w:rsidR="0095761D" w:rsidRPr="005E16AF" w:rsidDel="002D4ADB" w:rsidRDefault="0095761D" w:rsidP="0095761D">
            <w:pPr>
              <w:pStyle w:val="TableText"/>
              <w:rPr>
                <w:rStyle w:val="AnswerGray"/>
              </w:rPr>
            </w:pPr>
          </w:p>
        </w:tc>
        <w:tc>
          <w:tcPr>
            <w:tcW w:w="1980" w:type="dxa"/>
            <w:vAlign w:val="bottom"/>
          </w:tcPr>
          <w:p w14:paraId="1537ECC8" w14:textId="7D2BBB67" w:rsidR="0095761D" w:rsidRPr="0095761D" w:rsidRDefault="0095761D" w:rsidP="0095761D">
            <w:pPr>
              <w:pStyle w:val="ConfigWindow"/>
            </w:pPr>
          </w:p>
        </w:tc>
        <w:tc>
          <w:tcPr>
            <w:tcW w:w="2250" w:type="dxa"/>
            <w:vAlign w:val="bottom"/>
          </w:tcPr>
          <w:p w14:paraId="1D83801D" w14:textId="26D13460" w:rsidR="0095761D" w:rsidRPr="00485111" w:rsidRDefault="0095761D" w:rsidP="0095761D">
            <w:pPr>
              <w:pStyle w:val="ConfigWindow"/>
              <w:rPr>
                <w:rStyle w:val="AnswerGray"/>
              </w:rPr>
            </w:pPr>
          </w:p>
        </w:tc>
        <w:tc>
          <w:tcPr>
            <w:tcW w:w="2436" w:type="dxa"/>
          </w:tcPr>
          <w:p w14:paraId="58D688A3" w14:textId="67642D9D" w:rsidR="0095761D" w:rsidRPr="005E16AF" w:rsidDel="002D4ADB" w:rsidRDefault="0095761D" w:rsidP="0095761D">
            <w:pPr>
              <w:pStyle w:val="TableText"/>
              <w:rPr>
                <w:rStyle w:val="AnswerGray"/>
              </w:rPr>
            </w:pPr>
          </w:p>
        </w:tc>
      </w:tr>
      <w:tr w:rsidR="0095761D" w14:paraId="237D311D" w14:textId="77777777" w:rsidTr="0095761D">
        <w:trPr>
          <w:cantSplit/>
          <w:jc w:val="center"/>
        </w:trPr>
        <w:tc>
          <w:tcPr>
            <w:tcW w:w="2067" w:type="dxa"/>
            <w:vAlign w:val="bottom"/>
          </w:tcPr>
          <w:p w14:paraId="1E831527" w14:textId="2A9F9F5E" w:rsidR="0095761D" w:rsidRPr="00485111" w:rsidRDefault="0095761D" w:rsidP="0095761D">
            <w:pPr>
              <w:pStyle w:val="TableText"/>
              <w:rPr>
                <w:rStyle w:val="AnswerGray"/>
              </w:rPr>
            </w:pPr>
          </w:p>
        </w:tc>
        <w:tc>
          <w:tcPr>
            <w:tcW w:w="1260" w:type="dxa"/>
            <w:vAlign w:val="bottom"/>
          </w:tcPr>
          <w:p w14:paraId="25CF3689" w14:textId="7DBDB5E7" w:rsidR="0095761D" w:rsidRPr="00485111" w:rsidRDefault="0095761D" w:rsidP="0095761D">
            <w:pPr>
              <w:pStyle w:val="TableText"/>
              <w:rPr>
                <w:rStyle w:val="AnswerGray"/>
              </w:rPr>
            </w:pPr>
          </w:p>
        </w:tc>
        <w:tc>
          <w:tcPr>
            <w:tcW w:w="1980" w:type="dxa"/>
            <w:vAlign w:val="bottom"/>
          </w:tcPr>
          <w:p w14:paraId="196BF68B" w14:textId="11C147FF" w:rsidR="0095761D" w:rsidRPr="0095761D" w:rsidRDefault="0095761D" w:rsidP="0095761D">
            <w:pPr>
              <w:pStyle w:val="ConfigWindow"/>
            </w:pPr>
          </w:p>
        </w:tc>
        <w:tc>
          <w:tcPr>
            <w:tcW w:w="2250" w:type="dxa"/>
            <w:vAlign w:val="bottom"/>
          </w:tcPr>
          <w:p w14:paraId="5DDE04FE" w14:textId="42D3157A" w:rsidR="0095761D" w:rsidRPr="00485111" w:rsidRDefault="0095761D" w:rsidP="0095761D">
            <w:pPr>
              <w:pStyle w:val="ConfigWindow"/>
              <w:rPr>
                <w:rStyle w:val="AnswerGray"/>
              </w:rPr>
            </w:pPr>
          </w:p>
        </w:tc>
        <w:tc>
          <w:tcPr>
            <w:tcW w:w="2436" w:type="dxa"/>
          </w:tcPr>
          <w:p w14:paraId="29725D97" w14:textId="0936CC76" w:rsidR="0095761D" w:rsidRPr="00485111" w:rsidRDefault="0095761D" w:rsidP="0095761D">
            <w:pPr>
              <w:pStyle w:val="TableText"/>
              <w:rPr>
                <w:rStyle w:val="AnswerGray"/>
              </w:rPr>
            </w:pPr>
          </w:p>
        </w:tc>
      </w:tr>
      <w:tr w:rsidR="0095761D" w14:paraId="316F1E53" w14:textId="77777777" w:rsidTr="0095761D">
        <w:trPr>
          <w:cantSplit/>
          <w:jc w:val="center"/>
        </w:trPr>
        <w:tc>
          <w:tcPr>
            <w:tcW w:w="2067" w:type="dxa"/>
            <w:vAlign w:val="bottom"/>
          </w:tcPr>
          <w:p w14:paraId="14D1F569" w14:textId="48B19EC2" w:rsidR="0095761D" w:rsidRDefault="0095761D" w:rsidP="0095761D">
            <w:pPr>
              <w:pStyle w:val="TableText"/>
              <w:rPr>
                <w:rStyle w:val="AnswerGray"/>
              </w:rPr>
            </w:pPr>
          </w:p>
        </w:tc>
        <w:tc>
          <w:tcPr>
            <w:tcW w:w="1260" w:type="dxa"/>
            <w:vAlign w:val="bottom"/>
          </w:tcPr>
          <w:p w14:paraId="55C088BF" w14:textId="71F8559A" w:rsidR="0095761D" w:rsidRDefault="0095761D" w:rsidP="0095761D">
            <w:pPr>
              <w:pStyle w:val="TableText"/>
              <w:rPr>
                <w:rStyle w:val="AnswerGray"/>
              </w:rPr>
            </w:pPr>
          </w:p>
        </w:tc>
        <w:tc>
          <w:tcPr>
            <w:tcW w:w="1980" w:type="dxa"/>
            <w:vAlign w:val="bottom"/>
          </w:tcPr>
          <w:p w14:paraId="564AEBCA" w14:textId="3EF3B291" w:rsidR="0095761D" w:rsidRPr="0095761D" w:rsidRDefault="0095761D" w:rsidP="0095761D">
            <w:pPr>
              <w:pStyle w:val="ConfigWindow"/>
            </w:pPr>
          </w:p>
        </w:tc>
        <w:tc>
          <w:tcPr>
            <w:tcW w:w="2250" w:type="dxa"/>
            <w:vAlign w:val="bottom"/>
          </w:tcPr>
          <w:p w14:paraId="13448D83" w14:textId="36EBB18D" w:rsidR="0095761D" w:rsidRPr="00485111" w:rsidRDefault="0095761D" w:rsidP="0095761D">
            <w:pPr>
              <w:pStyle w:val="ConfigWindow"/>
              <w:rPr>
                <w:rStyle w:val="AnswerGray"/>
              </w:rPr>
            </w:pPr>
          </w:p>
        </w:tc>
        <w:tc>
          <w:tcPr>
            <w:tcW w:w="2436" w:type="dxa"/>
          </w:tcPr>
          <w:p w14:paraId="47F587FF" w14:textId="164E77FA" w:rsidR="0095761D" w:rsidRPr="005E16AF" w:rsidDel="002D4ADB" w:rsidRDefault="0095761D" w:rsidP="0095761D">
            <w:pPr>
              <w:pStyle w:val="TableText"/>
              <w:rPr>
                <w:rStyle w:val="AnswerGray"/>
              </w:rPr>
            </w:pPr>
          </w:p>
        </w:tc>
      </w:tr>
      <w:tr w:rsidR="0095761D" w14:paraId="660610AE" w14:textId="77777777" w:rsidTr="0095761D">
        <w:trPr>
          <w:cantSplit/>
          <w:jc w:val="center"/>
        </w:trPr>
        <w:tc>
          <w:tcPr>
            <w:tcW w:w="2067" w:type="dxa"/>
            <w:vAlign w:val="bottom"/>
          </w:tcPr>
          <w:p w14:paraId="0EEB2415" w14:textId="61244880" w:rsidR="0095761D" w:rsidRDefault="0095761D" w:rsidP="0095761D">
            <w:pPr>
              <w:pStyle w:val="TableText"/>
              <w:rPr>
                <w:rStyle w:val="AnswerGray"/>
              </w:rPr>
            </w:pPr>
          </w:p>
        </w:tc>
        <w:tc>
          <w:tcPr>
            <w:tcW w:w="1260" w:type="dxa"/>
            <w:vAlign w:val="bottom"/>
          </w:tcPr>
          <w:p w14:paraId="6DD3E981" w14:textId="5EF8EA5B" w:rsidR="0095761D" w:rsidRPr="005E16AF" w:rsidDel="002D4ADB" w:rsidRDefault="0095761D" w:rsidP="0095761D">
            <w:pPr>
              <w:pStyle w:val="TableText"/>
              <w:rPr>
                <w:rStyle w:val="AnswerGray"/>
              </w:rPr>
            </w:pPr>
          </w:p>
        </w:tc>
        <w:tc>
          <w:tcPr>
            <w:tcW w:w="1980" w:type="dxa"/>
            <w:vAlign w:val="bottom"/>
          </w:tcPr>
          <w:p w14:paraId="75B1FCAF" w14:textId="26162F9B" w:rsidR="0095761D" w:rsidRDefault="0095761D" w:rsidP="0095761D">
            <w:pPr>
              <w:pStyle w:val="TableText"/>
              <w:rPr>
                <w:rStyle w:val="AnswerGray"/>
              </w:rPr>
            </w:pPr>
          </w:p>
        </w:tc>
        <w:tc>
          <w:tcPr>
            <w:tcW w:w="2250" w:type="dxa"/>
            <w:vAlign w:val="bottom"/>
          </w:tcPr>
          <w:p w14:paraId="4837CB79" w14:textId="0B074BF6" w:rsidR="0095761D" w:rsidRPr="005E16AF" w:rsidDel="002D4ADB" w:rsidRDefault="0095761D" w:rsidP="0095761D">
            <w:pPr>
              <w:pStyle w:val="TableText"/>
              <w:rPr>
                <w:rStyle w:val="AnswerGray"/>
              </w:rPr>
            </w:pPr>
          </w:p>
        </w:tc>
        <w:tc>
          <w:tcPr>
            <w:tcW w:w="2436" w:type="dxa"/>
          </w:tcPr>
          <w:p w14:paraId="1F85AB37" w14:textId="5B5D72A2" w:rsidR="0095761D" w:rsidRPr="003E43C8" w:rsidDel="002D4ADB" w:rsidRDefault="0095761D" w:rsidP="003E43C8">
            <w:pPr>
              <w:pStyle w:val="ConfigWindow"/>
            </w:pPr>
          </w:p>
        </w:tc>
      </w:tr>
      <w:tr w:rsidR="0095761D" w14:paraId="49D0F422" w14:textId="77777777" w:rsidTr="0095761D">
        <w:trPr>
          <w:cantSplit/>
          <w:jc w:val="center"/>
        </w:trPr>
        <w:tc>
          <w:tcPr>
            <w:tcW w:w="2067" w:type="dxa"/>
            <w:vAlign w:val="bottom"/>
          </w:tcPr>
          <w:p w14:paraId="11BAC9CA" w14:textId="47FE300A" w:rsidR="0095761D" w:rsidRPr="00485111" w:rsidRDefault="0095761D" w:rsidP="0095761D">
            <w:pPr>
              <w:pStyle w:val="TableText"/>
              <w:rPr>
                <w:rStyle w:val="AnswerGray"/>
              </w:rPr>
            </w:pPr>
          </w:p>
        </w:tc>
        <w:tc>
          <w:tcPr>
            <w:tcW w:w="1260" w:type="dxa"/>
            <w:vAlign w:val="bottom"/>
          </w:tcPr>
          <w:p w14:paraId="45DC1769" w14:textId="0E43972E" w:rsidR="0095761D" w:rsidRPr="00485111" w:rsidRDefault="0095761D" w:rsidP="0095761D">
            <w:pPr>
              <w:pStyle w:val="TableText"/>
              <w:rPr>
                <w:rStyle w:val="AnswerGray"/>
              </w:rPr>
            </w:pPr>
          </w:p>
        </w:tc>
        <w:tc>
          <w:tcPr>
            <w:tcW w:w="1980" w:type="dxa"/>
            <w:vAlign w:val="bottom"/>
          </w:tcPr>
          <w:p w14:paraId="277AE67F" w14:textId="3C2D195D" w:rsidR="0095761D" w:rsidRPr="0095761D" w:rsidRDefault="0095761D" w:rsidP="0095761D">
            <w:pPr>
              <w:pStyle w:val="ConfigWindow"/>
            </w:pPr>
          </w:p>
        </w:tc>
        <w:tc>
          <w:tcPr>
            <w:tcW w:w="2250" w:type="dxa"/>
            <w:vAlign w:val="bottom"/>
          </w:tcPr>
          <w:p w14:paraId="30E95753" w14:textId="31F9D8C3" w:rsidR="0095761D" w:rsidRPr="00485111" w:rsidRDefault="0095761D" w:rsidP="0095761D">
            <w:pPr>
              <w:pStyle w:val="ConfigWindow"/>
              <w:rPr>
                <w:rStyle w:val="AnswerGray"/>
              </w:rPr>
            </w:pPr>
          </w:p>
        </w:tc>
        <w:tc>
          <w:tcPr>
            <w:tcW w:w="2436" w:type="dxa"/>
          </w:tcPr>
          <w:p w14:paraId="02C7E60B" w14:textId="2B038F43" w:rsidR="0095761D" w:rsidRPr="00485111" w:rsidRDefault="0095761D" w:rsidP="0095761D">
            <w:pPr>
              <w:pStyle w:val="TableText"/>
              <w:rPr>
                <w:rStyle w:val="AnswerGray"/>
              </w:rPr>
            </w:pPr>
          </w:p>
        </w:tc>
      </w:tr>
      <w:tr w:rsidR="0095761D" w14:paraId="020A63A7" w14:textId="77777777" w:rsidTr="0095761D">
        <w:trPr>
          <w:cantSplit/>
          <w:jc w:val="center"/>
        </w:trPr>
        <w:tc>
          <w:tcPr>
            <w:tcW w:w="2067" w:type="dxa"/>
            <w:vAlign w:val="bottom"/>
          </w:tcPr>
          <w:p w14:paraId="7032A8C6" w14:textId="7D85CBCB" w:rsidR="0095761D" w:rsidRDefault="0095761D" w:rsidP="0095761D">
            <w:pPr>
              <w:pStyle w:val="TableText"/>
              <w:rPr>
                <w:rStyle w:val="AnswerGray"/>
              </w:rPr>
            </w:pPr>
          </w:p>
        </w:tc>
        <w:tc>
          <w:tcPr>
            <w:tcW w:w="1260" w:type="dxa"/>
            <w:vAlign w:val="bottom"/>
          </w:tcPr>
          <w:p w14:paraId="62819E67" w14:textId="520B6553" w:rsidR="0095761D" w:rsidRDefault="0095761D" w:rsidP="0095761D">
            <w:pPr>
              <w:pStyle w:val="TableText"/>
              <w:rPr>
                <w:rStyle w:val="AnswerGray"/>
              </w:rPr>
            </w:pPr>
          </w:p>
        </w:tc>
        <w:tc>
          <w:tcPr>
            <w:tcW w:w="1980" w:type="dxa"/>
            <w:vAlign w:val="bottom"/>
          </w:tcPr>
          <w:p w14:paraId="21A6B39B" w14:textId="2932C646" w:rsidR="0095761D" w:rsidRPr="0095761D" w:rsidRDefault="0095761D" w:rsidP="0095761D">
            <w:pPr>
              <w:pStyle w:val="ConfigWindow"/>
            </w:pPr>
          </w:p>
        </w:tc>
        <w:tc>
          <w:tcPr>
            <w:tcW w:w="2250" w:type="dxa"/>
            <w:vAlign w:val="bottom"/>
          </w:tcPr>
          <w:p w14:paraId="13450127" w14:textId="58FD73C0" w:rsidR="0095761D" w:rsidRPr="00485111" w:rsidRDefault="0095761D" w:rsidP="0095761D">
            <w:pPr>
              <w:pStyle w:val="ConfigWindow"/>
              <w:rPr>
                <w:rStyle w:val="AnswerGray"/>
              </w:rPr>
            </w:pPr>
          </w:p>
        </w:tc>
        <w:tc>
          <w:tcPr>
            <w:tcW w:w="2436" w:type="dxa"/>
          </w:tcPr>
          <w:p w14:paraId="5949DF5A" w14:textId="429BD215" w:rsidR="0095761D" w:rsidRPr="005E16AF" w:rsidDel="002D4ADB" w:rsidRDefault="0095761D" w:rsidP="0095761D">
            <w:pPr>
              <w:pStyle w:val="TableText"/>
              <w:rPr>
                <w:rStyle w:val="AnswerGray"/>
              </w:rPr>
            </w:pPr>
          </w:p>
        </w:tc>
      </w:tr>
      <w:tr w:rsidR="0095761D" w14:paraId="543A7998" w14:textId="77777777" w:rsidTr="001B2A07">
        <w:trPr>
          <w:cantSplit/>
          <w:trHeight w:val="49"/>
          <w:jc w:val="center"/>
        </w:trPr>
        <w:tc>
          <w:tcPr>
            <w:tcW w:w="2067" w:type="dxa"/>
            <w:vAlign w:val="bottom"/>
          </w:tcPr>
          <w:p w14:paraId="639DBCFB" w14:textId="10E8149F" w:rsidR="0095761D" w:rsidRDefault="0095761D" w:rsidP="0095761D">
            <w:pPr>
              <w:pStyle w:val="TableText"/>
              <w:rPr>
                <w:rStyle w:val="AnswerGray"/>
              </w:rPr>
            </w:pPr>
          </w:p>
        </w:tc>
        <w:tc>
          <w:tcPr>
            <w:tcW w:w="1260" w:type="dxa"/>
            <w:vAlign w:val="bottom"/>
          </w:tcPr>
          <w:p w14:paraId="3567D5AF" w14:textId="1A3B020A" w:rsidR="0095761D" w:rsidRDefault="0095761D" w:rsidP="0095761D">
            <w:pPr>
              <w:pStyle w:val="TableText"/>
              <w:rPr>
                <w:rStyle w:val="AnswerGray"/>
              </w:rPr>
            </w:pPr>
          </w:p>
        </w:tc>
        <w:tc>
          <w:tcPr>
            <w:tcW w:w="1980" w:type="dxa"/>
            <w:vAlign w:val="bottom"/>
          </w:tcPr>
          <w:p w14:paraId="6B7D65A6" w14:textId="1BED3BD5" w:rsidR="0095761D" w:rsidRDefault="0095761D" w:rsidP="0095761D">
            <w:pPr>
              <w:pStyle w:val="TableText"/>
              <w:rPr>
                <w:rStyle w:val="AnswerGray"/>
              </w:rPr>
            </w:pPr>
          </w:p>
        </w:tc>
        <w:tc>
          <w:tcPr>
            <w:tcW w:w="2250" w:type="dxa"/>
            <w:vAlign w:val="bottom"/>
          </w:tcPr>
          <w:p w14:paraId="44B191A8" w14:textId="0E4E6E76" w:rsidR="0095761D" w:rsidRDefault="0095761D" w:rsidP="0095761D">
            <w:pPr>
              <w:pStyle w:val="TableText"/>
              <w:rPr>
                <w:rStyle w:val="AnswerGray"/>
              </w:rPr>
            </w:pPr>
          </w:p>
        </w:tc>
        <w:tc>
          <w:tcPr>
            <w:tcW w:w="2436" w:type="dxa"/>
            <w:vAlign w:val="bottom"/>
          </w:tcPr>
          <w:p w14:paraId="6B2DB9B6" w14:textId="77777777" w:rsidR="0095761D" w:rsidRPr="0095761D" w:rsidRDefault="0095761D" w:rsidP="0095761D">
            <w:pPr>
              <w:pStyle w:val="ConfigWindow"/>
            </w:pPr>
            <w:r>
              <w:t>пусто</w:t>
            </w:r>
          </w:p>
        </w:tc>
      </w:tr>
    </w:tbl>
    <w:p w14:paraId="6257AD6F" w14:textId="77777777" w:rsidR="0095761D" w:rsidRPr="00BB73FF" w:rsidRDefault="0095761D" w:rsidP="0095761D">
      <w:pPr>
        <w:pStyle w:val="1"/>
        <w:numPr>
          <w:ilvl w:val="0"/>
          <w:numId w:val="3"/>
        </w:numPr>
      </w:pPr>
      <w:r>
        <w:t>Задачи</w:t>
      </w:r>
    </w:p>
    <w:p w14:paraId="58A566C5" w14:textId="77777777" w:rsidR="0095761D" w:rsidRPr="00485111" w:rsidRDefault="0095761D" w:rsidP="0095761D">
      <w:pPr>
        <w:pStyle w:val="BodyTextL25Bold"/>
        <w:rPr>
          <w:b w:val="0"/>
        </w:rPr>
      </w:pPr>
      <w:r>
        <w:rPr>
          <w:b w:val="0"/>
        </w:rPr>
        <w:t>Создайте карту сети с помощью протокола CDP и удаленного доступа по протоколу SSH.</w:t>
      </w:r>
    </w:p>
    <w:p w14:paraId="5C647F89" w14:textId="77777777" w:rsidR="0095761D" w:rsidRPr="00C07FD9" w:rsidRDefault="0095761D" w:rsidP="0095761D">
      <w:pPr>
        <w:pStyle w:val="1"/>
        <w:numPr>
          <w:ilvl w:val="0"/>
          <w:numId w:val="3"/>
        </w:numPr>
      </w:pPr>
      <w:r>
        <w:t>Общие сведения/сценарий</w:t>
      </w:r>
    </w:p>
    <w:p w14:paraId="167DA129" w14:textId="77777777" w:rsidR="0095761D" w:rsidRDefault="0095761D" w:rsidP="0095761D">
      <w:pPr>
        <w:pStyle w:val="BodyTextL25"/>
        <w:rPr>
          <w:rFonts w:eastAsia="Arial"/>
        </w:rPr>
      </w:pPr>
      <w:r>
        <w:t>Старший администратор сети поручил вам создать карту сети удаленного филиала Remote Branch Office и узнать имя недавно установленного коммутатора, на котором необходимо настроить IP-адрес. Ваша задача заключается в том, чтобы создать карту сети филиала. Вы должны задокументировать имена всех сетевых устройств, их IP-адреса и маски подсетей, имена физических интерфейсов, посредством которых сетевые устройства соединены друг с другом, а также имя коммутатора, которому не присвоен IP-адрес.</w:t>
      </w:r>
    </w:p>
    <w:p w14:paraId="6C9C5511" w14:textId="77777777" w:rsidR="0095761D" w:rsidRDefault="0095761D" w:rsidP="0095761D">
      <w:pPr>
        <w:pStyle w:val="BodyTextL25"/>
        <w:rPr>
          <w:rFonts w:eastAsia="Arial"/>
        </w:rPr>
      </w:pPr>
      <w:r>
        <w:t xml:space="preserve">Для создания карты сети нужно использовать удаленный доступ по протоколу SSH и применить протокол Cisco Discovery Protocol (CDP) для получения сведений о соседних сетевых устройствах. Поскольку протокол CDP является протоколом уровня 2, его можно использовать для сбора сведений </w:t>
      </w:r>
      <w:r>
        <w:lastRenderedPageBreak/>
        <w:t>об устройствах, которым не назначены IP-адреса. Полученную информацию следует внести в таблицу адресации. Кроме того, потребуется создать диаграмму топологии сети удаленного филиала Remote Branch Office.</w:t>
      </w:r>
    </w:p>
    <w:p w14:paraId="44786FB3" w14:textId="77777777" w:rsidR="0095761D" w:rsidRDefault="0095761D" w:rsidP="0095761D">
      <w:pPr>
        <w:pStyle w:val="BodyTextL25"/>
        <w:rPr>
          <w:rFonts w:eastAsia="Arial"/>
        </w:rPr>
      </w:pPr>
      <w:r>
        <w:t>Учетные данные для локального и удаленного административного доступа:</w:t>
      </w:r>
    </w:p>
    <w:p w14:paraId="5B62100D" w14:textId="77777777" w:rsidR="0095761D" w:rsidRDefault="0095761D" w:rsidP="0095761D">
      <w:pPr>
        <w:pStyle w:val="BodyTextL25Bold"/>
      </w:pPr>
      <w:r>
        <w:t>Локальная сеть</w:t>
      </w:r>
    </w:p>
    <w:p w14:paraId="5C0E9D62" w14:textId="77777777" w:rsidR="0095761D" w:rsidRDefault="0095761D" w:rsidP="0095761D">
      <w:pPr>
        <w:pStyle w:val="BodyTextL50"/>
      </w:pPr>
      <w:r>
        <w:t xml:space="preserve">Имя пользователя: </w:t>
      </w:r>
      <w:r w:rsidRPr="001616F2">
        <w:rPr>
          <w:b/>
        </w:rPr>
        <w:t>admin01</w:t>
      </w:r>
    </w:p>
    <w:p w14:paraId="37B8B090" w14:textId="77777777" w:rsidR="0095761D" w:rsidRDefault="0095761D" w:rsidP="0095761D">
      <w:pPr>
        <w:pStyle w:val="BodyTextL50"/>
      </w:pPr>
      <w:r>
        <w:t xml:space="preserve">Пароль: </w:t>
      </w:r>
      <w:bookmarkStart w:id="0" w:name="_Hlk22983250"/>
      <w:r w:rsidRPr="001616F2">
        <w:rPr>
          <w:b/>
        </w:rPr>
        <w:t>S3cre7P@55</w:t>
      </w:r>
      <w:bookmarkEnd w:id="0"/>
    </w:p>
    <w:p w14:paraId="435A56BC" w14:textId="77777777" w:rsidR="0095761D" w:rsidRDefault="0095761D" w:rsidP="0095761D">
      <w:pPr>
        <w:pStyle w:val="BodyTextL25Bold"/>
      </w:pPr>
      <w:r>
        <w:t>Сеть филиала</w:t>
      </w:r>
    </w:p>
    <w:p w14:paraId="7BBE3CA4" w14:textId="77777777" w:rsidR="0095761D" w:rsidRDefault="0095761D" w:rsidP="0095761D">
      <w:pPr>
        <w:pStyle w:val="BodyTextL50"/>
      </w:pPr>
      <w:r>
        <w:t xml:space="preserve">Имя пользователя: </w:t>
      </w:r>
      <w:r w:rsidRPr="001616F2">
        <w:rPr>
          <w:b/>
        </w:rPr>
        <w:t>branchadmin</w:t>
      </w:r>
    </w:p>
    <w:p w14:paraId="4C295152" w14:textId="77777777" w:rsidR="0095761D" w:rsidRDefault="0095761D" w:rsidP="0095761D">
      <w:pPr>
        <w:pStyle w:val="BodyTextL50"/>
        <w:rPr>
          <w:b/>
        </w:rPr>
      </w:pPr>
      <w:r>
        <w:t xml:space="preserve">Пароль: </w:t>
      </w:r>
      <w:r w:rsidRPr="001616F2">
        <w:rPr>
          <w:b/>
        </w:rPr>
        <w:t>S3cre7P@55</w:t>
      </w:r>
    </w:p>
    <w:p w14:paraId="68218670" w14:textId="77777777" w:rsidR="00841556" w:rsidRDefault="00841556" w:rsidP="00841556">
      <w:pPr>
        <w:pStyle w:val="1"/>
      </w:pPr>
      <w:r>
        <w:t>Инструкции</w:t>
      </w:r>
    </w:p>
    <w:p w14:paraId="692F53BF" w14:textId="77777777" w:rsidR="0095761D" w:rsidRPr="004C0909" w:rsidRDefault="0095761D" w:rsidP="0095761D">
      <w:pPr>
        <w:pStyle w:val="2"/>
      </w:pPr>
      <w:r>
        <w:t>Удаленный доступ к сетевым устройствам по протоколу SSH</w:t>
      </w:r>
    </w:p>
    <w:p w14:paraId="57ACB727" w14:textId="77777777" w:rsidR="0095761D" w:rsidRDefault="0095761D" w:rsidP="0095761D">
      <w:pPr>
        <w:pStyle w:val="BodyTextL25"/>
      </w:pPr>
      <w:r>
        <w:t>В первой части вам предстоит удаленно подключиться с Admin-PC к маршрутизатору Edge1, являющемуся шлюзом. Затем вам потребуется подключиться с маршрутизатора Edge1 к сети удаленного филиала Remote Branch Office по протоколу SSH.</w:t>
      </w:r>
    </w:p>
    <w:p w14:paraId="17FB3B2C" w14:textId="77777777" w:rsidR="0095761D" w:rsidRDefault="0095761D" w:rsidP="0095761D">
      <w:pPr>
        <w:pStyle w:val="SubStepAlpha"/>
      </w:pPr>
      <w:r>
        <w:t>На компьютере Admin-PC откройте интерфейс командной строки.</w:t>
      </w:r>
    </w:p>
    <w:p w14:paraId="1C19BEF5" w14:textId="77777777" w:rsidR="0095761D" w:rsidRDefault="0095761D" w:rsidP="0095761D">
      <w:pPr>
        <w:pStyle w:val="SubStepAlpha"/>
      </w:pPr>
      <w:r>
        <w:t xml:space="preserve">Подключитесь по протоколу SSH к маршрутизатору, являющемуся шлюзом, которому присвоен IP-адрес 192.168.1.1. Для этого используйте следующие учетные данные: имя пользователя — </w:t>
      </w:r>
      <w:r w:rsidRPr="001616F2">
        <w:rPr>
          <w:b/>
        </w:rPr>
        <w:t>admin01</w:t>
      </w:r>
      <w:r>
        <w:t xml:space="preserve">, пароль — </w:t>
      </w:r>
      <w:r w:rsidRPr="001616F2">
        <w:rPr>
          <w:b/>
        </w:rPr>
        <w:t>S3cre7P@55</w:t>
      </w:r>
      <w:r>
        <w:t>.</w:t>
      </w:r>
    </w:p>
    <w:p w14:paraId="22BF8AC8" w14:textId="77777777" w:rsidR="0095761D" w:rsidRPr="001B2A07" w:rsidRDefault="0095761D" w:rsidP="0095761D">
      <w:pPr>
        <w:pStyle w:val="CMD"/>
        <w:rPr>
          <w:b/>
          <w:lang w:val="en-US"/>
        </w:rPr>
      </w:pPr>
      <w:r w:rsidRPr="001B2A07">
        <w:rPr>
          <w:lang w:val="en-US"/>
        </w:rPr>
        <w:t xml:space="preserve">PC&gt; </w:t>
      </w:r>
      <w:proofErr w:type="spellStart"/>
      <w:r w:rsidRPr="001B2A07">
        <w:rPr>
          <w:b/>
          <w:lang w:val="en-US"/>
        </w:rPr>
        <w:t>ssh</w:t>
      </w:r>
      <w:proofErr w:type="spellEnd"/>
      <w:r w:rsidRPr="001B2A07">
        <w:rPr>
          <w:b/>
          <w:lang w:val="en-US"/>
        </w:rPr>
        <w:t xml:space="preserve"> –l admin01 192.168.1.1</w:t>
      </w:r>
    </w:p>
    <w:p w14:paraId="293BE2F7" w14:textId="77777777" w:rsidR="0095761D" w:rsidRPr="001B2A07" w:rsidRDefault="0095761D" w:rsidP="0095761D">
      <w:pPr>
        <w:pStyle w:val="CMD"/>
        <w:rPr>
          <w:lang w:val="en-US"/>
        </w:rPr>
      </w:pPr>
      <w:r w:rsidRPr="001B2A07">
        <w:rPr>
          <w:lang w:val="en-US"/>
        </w:rPr>
        <w:t>Open</w:t>
      </w:r>
    </w:p>
    <w:p w14:paraId="797EDC11" w14:textId="77777777" w:rsidR="0095761D" w:rsidRPr="001B2A07" w:rsidRDefault="0095761D" w:rsidP="0095761D">
      <w:pPr>
        <w:pStyle w:val="CMD"/>
        <w:rPr>
          <w:lang w:val="en-US"/>
        </w:rPr>
      </w:pPr>
      <w:r w:rsidRPr="001B2A07">
        <w:rPr>
          <w:lang w:val="en-US"/>
        </w:rPr>
        <w:t>Password:</w:t>
      </w:r>
    </w:p>
    <w:p w14:paraId="12CD7D2D" w14:textId="77777777" w:rsidR="0095761D" w:rsidRPr="001B2A07" w:rsidRDefault="0095761D" w:rsidP="0095761D">
      <w:pPr>
        <w:pStyle w:val="CMD"/>
        <w:rPr>
          <w:lang w:val="en-US"/>
        </w:rPr>
      </w:pPr>
    </w:p>
    <w:p w14:paraId="7047EAB5" w14:textId="77777777" w:rsidR="0095761D" w:rsidRDefault="0095761D" w:rsidP="0095761D">
      <w:pPr>
        <w:pStyle w:val="CMD"/>
      </w:pPr>
      <w:r>
        <w:t>Edge1#</w:t>
      </w:r>
    </w:p>
    <w:p w14:paraId="120406E9" w14:textId="77777777" w:rsidR="0095761D" w:rsidRPr="001616F2" w:rsidRDefault="0095761D" w:rsidP="0095761D">
      <w:pPr>
        <w:pStyle w:val="SubStepAlpha"/>
        <w:numPr>
          <w:ilvl w:val="0"/>
          <w:numId w:val="0"/>
        </w:numPr>
        <w:ind w:left="720"/>
      </w:pPr>
      <w:r>
        <w:rPr>
          <w:b/>
        </w:rPr>
        <w:t>Примечание.</w:t>
      </w:r>
      <w:r w:rsidRPr="00485111">
        <w:t xml:space="preserve"> Обратите внимание: вы попадаете сразу в исполнительский режим EXEC. Это связано с тем, что учетной записи пользователя admin01 предоставлены разрешения уровня 15.</w:t>
      </w:r>
    </w:p>
    <w:p w14:paraId="3F89D483" w14:textId="77777777" w:rsidR="0095761D" w:rsidRDefault="0095761D" w:rsidP="0095761D">
      <w:pPr>
        <w:pStyle w:val="SubStepAlpha"/>
      </w:pPr>
      <w:r>
        <w:t xml:space="preserve">Выполните команды </w:t>
      </w:r>
      <w:r>
        <w:rPr>
          <w:b/>
        </w:rPr>
        <w:t>show ip interface brief</w:t>
      </w:r>
      <w:r>
        <w:t xml:space="preserve"> и </w:t>
      </w:r>
      <w:r w:rsidRPr="00485111">
        <w:rPr>
          <w:b/>
        </w:rPr>
        <w:t>show interfaces</w:t>
      </w:r>
      <w:r>
        <w:t>, чтобы отобразить сведения о физических интерфейсах маршрутизатора Edge1, соответствующих IP-адресах и масках подсетей, а затем внесите необходимую информацию в таблицу адресации.</w:t>
      </w:r>
    </w:p>
    <w:p w14:paraId="25AA8473" w14:textId="77777777" w:rsidR="0095761D" w:rsidRDefault="0095761D" w:rsidP="0095761D">
      <w:pPr>
        <w:pStyle w:val="SubStepAlpha"/>
      </w:pPr>
      <w:r>
        <w:t xml:space="preserve">С Edge1 подключитесь по протоколу SSH к сети удаленного филиала Remote Branch Office по адресу 209.165.200.10, указав имя пользователя </w:t>
      </w:r>
      <w:r w:rsidRPr="00485111">
        <w:rPr>
          <w:b/>
        </w:rPr>
        <w:t>branchadmin</w:t>
      </w:r>
      <w:r>
        <w:t xml:space="preserve"> и предыдущий пароль:</w:t>
      </w:r>
    </w:p>
    <w:p w14:paraId="19A807F8" w14:textId="77777777" w:rsidR="0095761D" w:rsidRPr="001B2A07" w:rsidRDefault="0095761D" w:rsidP="0095761D">
      <w:pPr>
        <w:pStyle w:val="CMD"/>
        <w:rPr>
          <w:b/>
          <w:lang w:val="en-US"/>
        </w:rPr>
      </w:pPr>
      <w:r w:rsidRPr="001B2A07">
        <w:rPr>
          <w:lang w:val="en-US"/>
        </w:rPr>
        <w:t xml:space="preserve">Edge1# </w:t>
      </w:r>
      <w:proofErr w:type="spellStart"/>
      <w:r w:rsidRPr="001B2A07">
        <w:rPr>
          <w:b/>
          <w:lang w:val="en-US"/>
        </w:rPr>
        <w:t>ssh</w:t>
      </w:r>
      <w:proofErr w:type="spellEnd"/>
      <w:r w:rsidRPr="001B2A07">
        <w:rPr>
          <w:b/>
          <w:lang w:val="en-US"/>
        </w:rPr>
        <w:t xml:space="preserve"> –l </w:t>
      </w:r>
      <w:proofErr w:type="spellStart"/>
      <w:r w:rsidRPr="001B2A07">
        <w:rPr>
          <w:b/>
          <w:lang w:val="en-US"/>
        </w:rPr>
        <w:t>branchadmin</w:t>
      </w:r>
      <w:proofErr w:type="spellEnd"/>
      <w:r w:rsidRPr="001B2A07">
        <w:rPr>
          <w:b/>
          <w:lang w:val="en-US"/>
        </w:rPr>
        <w:t xml:space="preserve"> 209.165.200.10</w:t>
      </w:r>
    </w:p>
    <w:p w14:paraId="5E4686EA" w14:textId="77777777" w:rsidR="0095761D" w:rsidRPr="001B2A07" w:rsidRDefault="0095761D" w:rsidP="0095761D">
      <w:pPr>
        <w:pStyle w:val="CMD"/>
        <w:rPr>
          <w:lang w:val="en-US"/>
        </w:rPr>
      </w:pPr>
      <w:r w:rsidRPr="001B2A07">
        <w:rPr>
          <w:lang w:val="en-US"/>
        </w:rPr>
        <w:t>Open</w:t>
      </w:r>
    </w:p>
    <w:p w14:paraId="52B2A655" w14:textId="77777777" w:rsidR="0095761D" w:rsidRPr="001B2A07" w:rsidRDefault="0095761D" w:rsidP="0095761D">
      <w:pPr>
        <w:pStyle w:val="CMD"/>
        <w:rPr>
          <w:lang w:val="en-US"/>
        </w:rPr>
      </w:pPr>
      <w:r w:rsidRPr="001B2A07">
        <w:rPr>
          <w:lang w:val="en-US"/>
        </w:rPr>
        <w:t>Password:</w:t>
      </w:r>
    </w:p>
    <w:p w14:paraId="2AA3F73A" w14:textId="77777777" w:rsidR="0095761D" w:rsidRPr="001B2A07" w:rsidRDefault="0095761D" w:rsidP="0095761D">
      <w:pPr>
        <w:pStyle w:val="CMD"/>
        <w:rPr>
          <w:lang w:val="en-US"/>
        </w:rPr>
      </w:pPr>
    </w:p>
    <w:p w14:paraId="6F503892" w14:textId="77777777" w:rsidR="0095761D" w:rsidRDefault="0095761D" w:rsidP="0095761D">
      <w:pPr>
        <w:pStyle w:val="CMD"/>
      </w:pPr>
      <w:proofErr w:type="spellStart"/>
      <w:r>
        <w:t>Branch-Edge</w:t>
      </w:r>
      <w:proofErr w:type="spellEnd"/>
      <w:r>
        <w:t>#</w:t>
      </w:r>
    </w:p>
    <w:p w14:paraId="73972455" w14:textId="77777777" w:rsidR="0095761D" w:rsidRDefault="0095761D" w:rsidP="0095761D">
      <w:pPr>
        <w:pStyle w:val="4"/>
      </w:pPr>
      <w:r>
        <w:t>Вопрос:</w:t>
      </w:r>
    </w:p>
    <w:p w14:paraId="0859D548" w14:textId="77777777" w:rsidR="0095761D" w:rsidRDefault="0095761D" w:rsidP="0095761D">
      <w:pPr>
        <w:pStyle w:val="BodyTextL50"/>
        <w:spacing w:before="0"/>
      </w:pPr>
      <w:r>
        <w:t>Какие из отсутствовавших ранее сведений можно внести в таблицу адресации после подключения к сети удаленного филиала Remote Branch Office?</w:t>
      </w:r>
    </w:p>
    <w:p w14:paraId="7957DD21" w14:textId="77777777" w:rsidR="0095761D" w:rsidRPr="0095761D" w:rsidRDefault="006F529F" w:rsidP="0095761D">
      <w:pPr>
        <w:pStyle w:val="AnswerLineL50"/>
      </w:pPr>
      <w:r>
        <w:t>Введите ваш ответ здесь.</w:t>
      </w:r>
    </w:p>
    <w:p w14:paraId="3ACB411C" w14:textId="702C491E" w:rsidR="0095761D" w:rsidRDefault="001B2A07" w:rsidP="0095761D">
      <w:pPr>
        <w:pStyle w:val="SubStepAlpha"/>
        <w:numPr>
          <w:ilvl w:val="0"/>
          <w:numId w:val="0"/>
        </w:numPr>
        <w:ind w:left="720"/>
      </w:pPr>
      <w:r>
        <w:rPr>
          <w:rStyle w:val="AnswerGray"/>
        </w:rPr>
        <w:t xml:space="preserve"> </w:t>
      </w:r>
    </w:p>
    <w:p w14:paraId="228DAE68" w14:textId="77777777" w:rsidR="0095761D" w:rsidRDefault="0095761D" w:rsidP="0095761D">
      <w:pPr>
        <w:pStyle w:val="2"/>
      </w:pPr>
      <w:r>
        <w:lastRenderedPageBreak/>
        <w:t>Получение сведений о соседних устройствах с помощью протокола CDP</w:t>
      </w:r>
    </w:p>
    <w:p w14:paraId="3068A074" w14:textId="77777777" w:rsidR="0095761D" w:rsidRDefault="0095761D" w:rsidP="0095761D">
      <w:pPr>
        <w:pStyle w:val="BodyTextL25"/>
      </w:pPr>
      <w:r>
        <w:t>Вы удаленно подключены к маршрутизатору Branch-Edge. Приступите к сбору сведений о подключенных сетевых устройствах с помощью протокола CDP.</w:t>
      </w:r>
    </w:p>
    <w:p w14:paraId="38E03F5C" w14:textId="77777777" w:rsidR="0095761D" w:rsidRPr="00485111" w:rsidRDefault="0095761D" w:rsidP="0095761D">
      <w:pPr>
        <w:pStyle w:val="SubStepAlpha"/>
      </w:pPr>
      <w:r>
        <w:t xml:space="preserve">Выполните команды </w:t>
      </w:r>
      <w:r>
        <w:rPr>
          <w:b/>
        </w:rPr>
        <w:t>show ip interface brief</w:t>
      </w:r>
      <w:r>
        <w:t xml:space="preserve"> и </w:t>
      </w:r>
      <w:r w:rsidRPr="00485111">
        <w:rPr>
          <w:b/>
        </w:rPr>
        <w:t>show interfaces</w:t>
      </w:r>
      <w:r>
        <w:t>, чтобы отобразить сведения о сетевых интерфейсах маршрутизатора Branch-Edge, соответствующих IP-адресах и масках подсетей. Внесите в таблицу адресации отсутствующие сведения, необходимые для создания карты сети.</w:t>
      </w:r>
    </w:p>
    <w:p w14:paraId="0DEB6F43" w14:textId="77777777" w:rsidR="0095761D" w:rsidRPr="001B2A07" w:rsidRDefault="0095761D" w:rsidP="0095761D">
      <w:pPr>
        <w:pStyle w:val="SubStepAlpha"/>
        <w:numPr>
          <w:ilvl w:val="0"/>
          <w:numId w:val="0"/>
        </w:numPr>
        <w:ind w:left="720"/>
        <w:rPr>
          <w:rFonts w:ascii="Courier New" w:hAnsi="Courier New" w:cs="Courier New"/>
          <w:b/>
          <w:lang w:val="en-US"/>
        </w:rPr>
      </w:pPr>
      <w:r w:rsidRPr="001B2A07">
        <w:rPr>
          <w:rFonts w:ascii="Courier New" w:hAnsi="Courier New"/>
          <w:lang w:val="en-US"/>
        </w:rPr>
        <w:t>Branch-Edge#</w:t>
      </w:r>
      <w:r w:rsidRPr="001B2A07">
        <w:rPr>
          <w:rFonts w:ascii="Courier New" w:hAnsi="Courier New"/>
          <w:b/>
          <w:lang w:val="en-US"/>
        </w:rPr>
        <w:t xml:space="preserve"> show </w:t>
      </w:r>
      <w:proofErr w:type="spellStart"/>
      <w:r w:rsidRPr="001B2A07">
        <w:rPr>
          <w:rFonts w:ascii="Courier New" w:hAnsi="Courier New"/>
          <w:b/>
          <w:lang w:val="en-US"/>
        </w:rPr>
        <w:t>ip</w:t>
      </w:r>
      <w:proofErr w:type="spellEnd"/>
      <w:r w:rsidRPr="001B2A07">
        <w:rPr>
          <w:rFonts w:ascii="Courier New" w:hAnsi="Courier New"/>
          <w:b/>
          <w:lang w:val="en-US"/>
        </w:rPr>
        <w:t xml:space="preserve"> interface brief</w:t>
      </w:r>
    </w:p>
    <w:p w14:paraId="1C1811B8" w14:textId="77777777" w:rsidR="0095761D" w:rsidRDefault="0095761D" w:rsidP="0095761D">
      <w:pPr>
        <w:pStyle w:val="SubStepAlpha"/>
        <w:numPr>
          <w:ilvl w:val="0"/>
          <w:numId w:val="0"/>
        </w:numPr>
        <w:ind w:left="720"/>
        <w:rPr>
          <w:rFonts w:ascii="Courier New" w:hAnsi="Courier New" w:cs="Courier New"/>
          <w:b/>
        </w:rPr>
      </w:pPr>
      <w:proofErr w:type="spellStart"/>
      <w:r>
        <w:rPr>
          <w:rFonts w:ascii="Courier New" w:hAnsi="Courier New"/>
        </w:rPr>
        <w:t>Branch-Edge</w:t>
      </w:r>
      <w:proofErr w:type="spellEnd"/>
      <w:r>
        <w:rPr>
          <w:rFonts w:ascii="Courier New" w:hAnsi="Courier New"/>
        </w:rPr>
        <w:t>#</w:t>
      </w:r>
      <w:r>
        <w:rPr>
          <w:rFonts w:ascii="Courier New" w:hAnsi="Courier New"/>
          <w:b/>
        </w:rPr>
        <w:t xml:space="preserve"> </w:t>
      </w:r>
      <w:proofErr w:type="spellStart"/>
      <w:r>
        <w:rPr>
          <w:rFonts w:ascii="Courier New" w:hAnsi="Courier New"/>
          <w:b/>
        </w:rPr>
        <w:t>show</w:t>
      </w:r>
      <w:proofErr w:type="spellEnd"/>
      <w:r>
        <w:rPr>
          <w:rFonts w:ascii="Courier New" w:hAnsi="Courier New"/>
          <w:b/>
        </w:rPr>
        <w:t xml:space="preserve"> </w:t>
      </w:r>
      <w:proofErr w:type="spellStart"/>
      <w:r>
        <w:rPr>
          <w:rFonts w:ascii="Courier New" w:hAnsi="Courier New"/>
          <w:b/>
        </w:rPr>
        <w:t>interfaces</w:t>
      </w:r>
      <w:proofErr w:type="spellEnd"/>
    </w:p>
    <w:p w14:paraId="626C720B" w14:textId="77777777" w:rsidR="0095761D" w:rsidRDefault="0095761D" w:rsidP="0095761D">
      <w:pPr>
        <w:pStyle w:val="SubStepAlpha"/>
      </w:pPr>
      <w:r>
        <w:t xml:space="preserve">В целях обеспечения безопасности протокол CDP следует использовать только в случае необходимости, поэтому, возможно, потребуется включить CDP. Выполните команду </w:t>
      </w:r>
      <w:r>
        <w:rPr>
          <w:b/>
        </w:rPr>
        <w:t>show cdp</w:t>
      </w:r>
      <w:r>
        <w:t>, чтобы отобразить состояние протокола.</w:t>
      </w:r>
    </w:p>
    <w:p w14:paraId="756004A8" w14:textId="77777777" w:rsidR="0095761D" w:rsidRPr="00C11E20" w:rsidRDefault="0095761D" w:rsidP="0095761D">
      <w:pPr>
        <w:pStyle w:val="CMD"/>
        <w:rPr>
          <w:b/>
        </w:rPr>
      </w:pPr>
      <w:r>
        <w:t xml:space="preserve">Branch-Edge# </w:t>
      </w:r>
      <w:r>
        <w:rPr>
          <w:b/>
        </w:rPr>
        <w:t>show cdp</w:t>
      </w:r>
    </w:p>
    <w:p w14:paraId="7F9F9A1D" w14:textId="77777777" w:rsidR="0095761D" w:rsidRPr="00D80A08" w:rsidRDefault="0095761D" w:rsidP="0095761D">
      <w:pPr>
        <w:pStyle w:val="CMD"/>
        <w:rPr>
          <w:rFonts w:cs="Courier New"/>
        </w:rPr>
      </w:pPr>
      <w:r>
        <w:t>% CDP is not enabled</w:t>
      </w:r>
    </w:p>
    <w:p w14:paraId="28E838C2" w14:textId="77777777" w:rsidR="0095761D" w:rsidRDefault="0095761D" w:rsidP="0095761D">
      <w:pPr>
        <w:pStyle w:val="SubStepAlpha"/>
      </w:pPr>
      <w:r>
        <w:t>Вам необходимо включить протокол CDP, однако широковещательную рассылку информации CDP при этом рекомендуется организовать только для внутренних сетевых устройств, а не для внешних сетей. Для этого включите протокол CDP, а затем отключите CDP на интерфейсе S0 / 0/1.</w:t>
      </w:r>
    </w:p>
    <w:p w14:paraId="6FD62571" w14:textId="77777777" w:rsidR="0095761D" w:rsidRPr="001B2A07" w:rsidRDefault="0095761D" w:rsidP="0095761D">
      <w:pPr>
        <w:pStyle w:val="CMD"/>
        <w:rPr>
          <w:b/>
          <w:lang w:val="en-US"/>
        </w:rPr>
      </w:pPr>
      <w:r w:rsidRPr="001B2A07">
        <w:rPr>
          <w:lang w:val="en-US"/>
        </w:rPr>
        <w:t xml:space="preserve">Branch-Edge# </w:t>
      </w:r>
      <w:r w:rsidRPr="001B2A07">
        <w:rPr>
          <w:b/>
          <w:lang w:val="en-US"/>
        </w:rPr>
        <w:t>configure terminal</w:t>
      </w:r>
    </w:p>
    <w:p w14:paraId="05675E62" w14:textId="77777777" w:rsidR="0095761D" w:rsidRPr="001B2A07" w:rsidRDefault="0095761D" w:rsidP="0095761D">
      <w:pPr>
        <w:pStyle w:val="CMD"/>
        <w:rPr>
          <w:b/>
          <w:lang w:val="en-US"/>
        </w:rPr>
      </w:pPr>
      <w:r w:rsidRPr="001B2A07">
        <w:rPr>
          <w:lang w:val="en-US"/>
        </w:rPr>
        <w:t>Branch-Edge(config)#</w:t>
      </w:r>
      <w:r w:rsidRPr="001B2A07">
        <w:rPr>
          <w:b/>
          <w:lang w:val="en-US"/>
        </w:rPr>
        <w:t xml:space="preserve"> </w:t>
      </w:r>
      <w:proofErr w:type="spellStart"/>
      <w:r w:rsidRPr="001B2A07">
        <w:rPr>
          <w:b/>
          <w:lang w:val="en-US"/>
        </w:rPr>
        <w:t>cdp</w:t>
      </w:r>
      <w:proofErr w:type="spellEnd"/>
      <w:r w:rsidRPr="001B2A07">
        <w:rPr>
          <w:b/>
          <w:lang w:val="en-US"/>
        </w:rPr>
        <w:t xml:space="preserve"> run</w:t>
      </w:r>
    </w:p>
    <w:p w14:paraId="699C92AA" w14:textId="77777777" w:rsidR="0095761D" w:rsidRPr="001B2A07" w:rsidRDefault="0095761D" w:rsidP="0095761D">
      <w:pPr>
        <w:pStyle w:val="CMD"/>
        <w:rPr>
          <w:b/>
          <w:lang w:val="en-US"/>
        </w:rPr>
      </w:pPr>
      <w:r w:rsidRPr="001B2A07">
        <w:rPr>
          <w:lang w:val="en-US"/>
        </w:rPr>
        <w:t>Branch-Edge(config)#</w:t>
      </w:r>
      <w:r w:rsidRPr="001B2A07">
        <w:rPr>
          <w:b/>
          <w:lang w:val="en-US"/>
        </w:rPr>
        <w:t xml:space="preserve"> interface s0/0/1</w:t>
      </w:r>
    </w:p>
    <w:p w14:paraId="36B38562" w14:textId="77777777" w:rsidR="0095761D" w:rsidRPr="001B2A07" w:rsidRDefault="0095761D" w:rsidP="0095761D">
      <w:pPr>
        <w:pStyle w:val="CMD"/>
        <w:rPr>
          <w:b/>
          <w:lang w:val="en-US"/>
        </w:rPr>
      </w:pPr>
      <w:r w:rsidRPr="001B2A07">
        <w:rPr>
          <w:lang w:val="en-US"/>
        </w:rPr>
        <w:t>Branch-Edge(config-if)#</w:t>
      </w:r>
      <w:r w:rsidRPr="001B2A07">
        <w:rPr>
          <w:b/>
          <w:lang w:val="en-US"/>
        </w:rPr>
        <w:t xml:space="preserve"> no </w:t>
      </w:r>
      <w:proofErr w:type="spellStart"/>
      <w:r w:rsidRPr="001B2A07">
        <w:rPr>
          <w:b/>
          <w:lang w:val="en-US"/>
        </w:rPr>
        <w:t>cdp</w:t>
      </w:r>
      <w:proofErr w:type="spellEnd"/>
      <w:r w:rsidRPr="001B2A07">
        <w:rPr>
          <w:b/>
          <w:lang w:val="en-US"/>
        </w:rPr>
        <w:t xml:space="preserve"> enable</w:t>
      </w:r>
    </w:p>
    <w:p w14:paraId="2010E396" w14:textId="77777777" w:rsidR="0095761D" w:rsidRDefault="0095761D" w:rsidP="0095761D">
      <w:pPr>
        <w:pStyle w:val="CMD"/>
        <w:rPr>
          <w:b/>
        </w:rPr>
      </w:pPr>
      <w:proofErr w:type="spellStart"/>
      <w:r>
        <w:t>Branch-Edge</w:t>
      </w:r>
      <w:proofErr w:type="spellEnd"/>
      <w:r>
        <w:t>(</w:t>
      </w:r>
      <w:proofErr w:type="spellStart"/>
      <w:r>
        <w:t>config-if</w:t>
      </w:r>
      <w:proofErr w:type="spellEnd"/>
      <w:r>
        <w:t>)#</w:t>
      </w:r>
      <w:r>
        <w:rPr>
          <w:b/>
        </w:rPr>
        <w:t xml:space="preserve"> </w:t>
      </w:r>
      <w:proofErr w:type="spellStart"/>
      <w:r>
        <w:rPr>
          <w:b/>
        </w:rPr>
        <w:t>exit</w:t>
      </w:r>
      <w:proofErr w:type="spellEnd"/>
    </w:p>
    <w:p w14:paraId="42F7A2F2" w14:textId="77777777" w:rsidR="0095761D" w:rsidRDefault="0095761D" w:rsidP="0095761D">
      <w:pPr>
        <w:pStyle w:val="SubStepAlpha"/>
      </w:pPr>
      <w:r>
        <w:t xml:space="preserve">Выполните команду </w:t>
      </w:r>
      <w:r w:rsidRPr="00FC5A4F">
        <w:rPr>
          <w:b/>
        </w:rPr>
        <w:t>show cdp neighbors</w:t>
      </w:r>
      <w:r>
        <w:t xml:space="preserve">, чтобы найти соседние сетевые устройства. </w:t>
      </w:r>
    </w:p>
    <w:p w14:paraId="3132F342" w14:textId="77777777" w:rsidR="0095761D" w:rsidRDefault="0095761D" w:rsidP="0095761D">
      <w:pPr>
        <w:pStyle w:val="BodyTextL50"/>
      </w:pPr>
      <w:r>
        <w:rPr>
          <w:b/>
        </w:rPr>
        <w:t>Примечание.</w:t>
      </w:r>
      <w:r>
        <w:t xml:space="preserve"> Протокол CDP позволяет отобразить только те подключенные устройства Cisco, на которых так же включен протокол CDP.</w:t>
      </w:r>
    </w:p>
    <w:p w14:paraId="0AAB008C" w14:textId="77777777" w:rsidR="0095761D" w:rsidRPr="001B2A07" w:rsidRDefault="0095761D" w:rsidP="0095761D">
      <w:pPr>
        <w:pStyle w:val="CMD"/>
        <w:rPr>
          <w:b/>
          <w:lang w:val="en-US"/>
        </w:rPr>
      </w:pPr>
      <w:r w:rsidRPr="001B2A07">
        <w:rPr>
          <w:lang w:val="en-US"/>
        </w:rPr>
        <w:t xml:space="preserve">Branch-Edge# </w:t>
      </w:r>
      <w:r w:rsidRPr="001B2A07">
        <w:rPr>
          <w:b/>
          <w:lang w:val="en-US"/>
        </w:rPr>
        <w:t xml:space="preserve">show </w:t>
      </w:r>
      <w:proofErr w:type="spellStart"/>
      <w:r w:rsidRPr="001B2A07">
        <w:rPr>
          <w:b/>
          <w:lang w:val="en-US"/>
        </w:rPr>
        <w:t>cdp</w:t>
      </w:r>
      <w:proofErr w:type="spellEnd"/>
      <w:r w:rsidRPr="001B2A07">
        <w:rPr>
          <w:b/>
          <w:lang w:val="en-US"/>
        </w:rPr>
        <w:t xml:space="preserve"> neighbors</w:t>
      </w:r>
    </w:p>
    <w:p w14:paraId="5D40BEF8" w14:textId="77777777" w:rsidR="0095761D" w:rsidRPr="001B2A07" w:rsidRDefault="0095761D" w:rsidP="0095761D">
      <w:pPr>
        <w:pStyle w:val="4"/>
        <w:rPr>
          <w:lang w:val="en-US"/>
        </w:rPr>
      </w:pPr>
      <w:r>
        <w:t>Вопрос</w:t>
      </w:r>
      <w:r w:rsidRPr="001B2A07">
        <w:rPr>
          <w:lang w:val="en-US"/>
        </w:rPr>
        <w:t>:</w:t>
      </w:r>
    </w:p>
    <w:p w14:paraId="17EB0E35" w14:textId="77777777" w:rsidR="0095761D" w:rsidRDefault="0095761D" w:rsidP="0095761D">
      <w:pPr>
        <w:pStyle w:val="BodyTextL50"/>
      </w:pPr>
      <w:r>
        <w:t>Обнаружено ли соседнее сетевое устройство? К какому типу устройств оно относится? Какое имя ему присвоено? Через какой интерфейс подключено это устройство? Указан ли IP-адрес устройства? Внесите эти сведения в таблицу адресации.</w:t>
      </w:r>
    </w:p>
    <w:p w14:paraId="2F8CC020" w14:textId="77777777" w:rsidR="0095761D" w:rsidRDefault="0095761D" w:rsidP="0095761D">
      <w:pPr>
        <w:pStyle w:val="BodyTextL50"/>
      </w:pPr>
      <w:r w:rsidRPr="0095761D">
        <w:t xml:space="preserve"> Для получения обновлений CDP может потребоваться некоторое время. Если вы не видите выходных данных команды, нажмите кнопку Fast Forward Time несколько раз. </w:t>
      </w:r>
    </w:p>
    <w:p w14:paraId="45B3604B" w14:textId="77777777" w:rsidR="0095761D" w:rsidRPr="0095761D" w:rsidRDefault="006F529F" w:rsidP="00DF020B">
      <w:pPr>
        <w:pStyle w:val="AnswerLineL50"/>
        <w:spacing w:after="360"/>
      </w:pPr>
      <w:r>
        <w:t>Введите ваш ответ здесь.</w:t>
      </w:r>
    </w:p>
    <w:p w14:paraId="0D8200D4" w14:textId="4318C067" w:rsidR="0095761D" w:rsidRPr="00C11E20" w:rsidRDefault="001B2A07" w:rsidP="0095761D">
      <w:pPr>
        <w:pStyle w:val="CMD"/>
        <w:rPr>
          <w:b/>
        </w:rPr>
      </w:pPr>
      <w:r>
        <w:rPr>
          <w:rStyle w:val="AnswerGray"/>
        </w:rPr>
        <w:t xml:space="preserve"> </w:t>
      </w:r>
    </w:p>
    <w:p w14:paraId="4F6687DA" w14:textId="77777777" w:rsidR="0095761D" w:rsidRDefault="0095761D" w:rsidP="0095761D">
      <w:pPr>
        <w:pStyle w:val="SubStepAlpha"/>
      </w:pPr>
      <w:r>
        <w:t xml:space="preserve">Выполните команду </w:t>
      </w:r>
      <w:r w:rsidRPr="008108A2">
        <w:rPr>
          <w:b/>
        </w:rPr>
        <w:t>show cdp neighbors detail</w:t>
      </w:r>
      <w:r>
        <w:t>, чтобы отобразить IP-адрес соседнего устройства, и внесите эти данные в таблицу адресации:</w:t>
      </w:r>
    </w:p>
    <w:p w14:paraId="2B7690EF" w14:textId="77777777" w:rsidR="0095761D" w:rsidRPr="001B2A07" w:rsidRDefault="0095761D" w:rsidP="0095761D">
      <w:pPr>
        <w:pStyle w:val="CMD"/>
        <w:rPr>
          <w:b/>
          <w:lang w:val="en-US"/>
        </w:rPr>
      </w:pPr>
      <w:r w:rsidRPr="001B2A07">
        <w:rPr>
          <w:lang w:val="en-US"/>
        </w:rPr>
        <w:t xml:space="preserve">Branch-Edge# </w:t>
      </w:r>
      <w:r w:rsidRPr="001B2A07">
        <w:rPr>
          <w:b/>
          <w:lang w:val="en-US"/>
        </w:rPr>
        <w:t xml:space="preserve">show </w:t>
      </w:r>
      <w:proofErr w:type="spellStart"/>
      <w:r w:rsidRPr="001B2A07">
        <w:rPr>
          <w:b/>
          <w:lang w:val="en-US"/>
        </w:rPr>
        <w:t>cdp</w:t>
      </w:r>
      <w:proofErr w:type="spellEnd"/>
      <w:r w:rsidRPr="001B2A07">
        <w:rPr>
          <w:b/>
          <w:lang w:val="en-US"/>
        </w:rPr>
        <w:t xml:space="preserve"> neighbors detail</w:t>
      </w:r>
    </w:p>
    <w:p w14:paraId="7EA2F963" w14:textId="77777777" w:rsidR="0095761D" w:rsidRDefault="0095761D" w:rsidP="0095761D">
      <w:pPr>
        <w:pStyle w:val="4"/>
      </w:pPr>
      <w:r>
        <w:t>Вопрос:</w:t>
      </w:r>
    </w:p>
    <w:p w14:paraId="4D463FA1" w14:textId="77777777" w:rsidR="0095761D" w:rsidRDefault="0095761D" w:rsidP="0095761D">
      <w:pPr>
        <w:pStyle w:val="BodyTextL50"/>
        <w:spacing w:before="0"/>
      </w:pPr>
      <w:r>
        <w:t>Какая еще потенциально конфиденциальная информация содержится в результатах выполнения команды, помимо IP-адреса соседнего устройства?</w:t>
      </w:r>
    </w:p>
    <w:p w14:paraId="1B03D649" w14:textId="77777777" w:rsidR="0095761D" w:rsidRPr="0095761D" w:rsidRDefault="006F529F" w:rsidP="00DF020B">
      <w:pPr>
        <w:pStyle w:val="AnswerLineL50"/>
        <w:spacing w:after="360"/>
      </w:pPr>
      <w:r>
        <w:t>Введите ваш ответ здесь.</w:t>
      </w:r>
    </w:p>
    <w:p w14:paraId="7D407D57" w14:textId="5A2B889D" w:rsidR="0095761D" w:rsidRDefault="001B2A07" w:rsidP="0095761D">
      <w:pPr>
        <w:pStyle w:val="CMD"/>
        <w:rPr>
          <w:rStyle w:val="AnswerGray"/>
        </w:rPr>
      </w:pPr>
      <w:r>
        <w:rPr>
          <w:rStyle w:val="AnswerGray"/>
        </w:rPr>
        <w:t xml:space="preserve"> </w:t>
      </w:r>
    </w:p>
    <w:p w14:paraId="2E15761B" w14:textId="77777777" w:rsidR="0095761D" w:rsidRDefault="0095761D" w:rsidP="0095761D">
      <w:pPr>
        <w:pStyle w:val="SubStepAlpha"/>
      </w:pPr>
      <w:r>
        <w:lastRenderedPageBreak/>
        <w:t xml:space="preserve">Теперь, когда вам известен IP-адрес соседнего устройства, вам необходимо подключиться к нему по протоколу SSH, чтобы найти другие соседствующие с ним устройства. </w:t>
      </w:r>
    </w:p>
    <w:p w14:paraId="0860BB42" w14:textId="77777777" w:rsidR="0095761D" w:rsidRDefault="0095761D" w:rsidP="0095761D">
      <w:pPr>
        <w:pStyle w:val="BodyTextL50"/>
      </w:pPr>
      <w:r>
        <w:rPr>
          <w:b/>
        </w:rPr>
        <w:t>Примечание.</w:t>
      </w:r>
      <w:r>
        <w:t xml:space="preserve"> Для подключения по протоколу SSH используйте те же имя пользователя и пароль, которые использовались при подключении к сети удаленного филиала Remote Branch Office.</w:t>
      </w:r>
    </w:p>
    <w:p w14:paraId="01FC9777" w14:textId="77777777" w:rsidR="0095761D" w:rsidRPr="001B2A07" w:rsidRDefault="0095761D" w:rsidP="0095761D">
      <w:pPr>
        <w:pStyle w:val="CMD"/>
        <w:rPr>
          <w:b/>
          <w:lang w:val="en-US"/>
        </w:rPr>
      </w:pPr>
      <w:r w:rsidRPr="001B2A07">
        <w:rPr>
          <w:lang w:val="en-US"/>
        </w:rPr>
        <w:t xml:space="preserve">Branch-Edge# </w:t>
      </w:r>
      <w:proofErr w:type="spellStart"/>
      <w:r w:rsidRPr="001B2A07">
        <w:rPr>
          <w:b/>
          <w:lang w:val="en-US"/>
        </w:rPr>
        <w:t>ssh</w:t>
      </w:r>
      <w:proofErr w:type="spellEnd"/>
      <w:r w:rsidRPr="001B2A07">
        <w:rPr>
          <w:b/>
          <w:lang w:val="en-US"/>
        </w:rPr>
        <w:t xml:space="preserve"> –l </w:t>
      </w:r>
      <w:proofErr w:type="spellStart"/>
      <w:r w:rsidRPr="001B2A07">
        <w:rPr>
          <w:b/>
          <w:lang w:val="en-US"/>
        </w:rPr>
        <w:t>branchadmin</w:t>
      </w:r>
      <w:proofErr w:type="spellEnd"/>
      <w:r w:rsidRPr="001B2A07">
        <w:rPr>
          <w:i/>
          <w:lang w:val="en-US"/>
        </w:rPr>
        <w:t xml:space="preserve"> &lt;the </w:t>
      </w:r>
      <w:proofErr w:type="spellStart"/>
      <w:r w:rsidRPr="001B2A07">
        <w:rPr>
          <w:i/>
          <w:lang w:val="en-US"/>
        </w:rPr>
        <w:t>ip</w:t>
      </w:r>
      <w:proofErr w:type="spellEnd"/>
      <w:r w:rsidRPr="001B2A07">
        <w:rPr>
          <w:i/>
          <w:lang w:val="en-US"/>
        </w:rPr>
        <w:t xml:space="preserve"> address of the neighbor device&gt; </w:t>
      </w:r>
    </w:p>
    <w:p w14:paraId="524B6474" w14:textId="489F23FD" w:rsidR="0095761D" w:rsidRPr="001B2A07" w:rsidRDefault="001B2A07" w:rsidP="0095761D">
      <w:pPr>
        <w:pStyle w:val="CMDRed"/>
      </w:pPr>
      <w:r>
        <w:rPr>
          <w:b/>
        </w:rPr>
        <w:t xml:space="preserve"> </w:t>
      </w:r>
    </w:p>
    <w:p w14:paraId="3159A723" w14:textId="77777777" w:rsidR="0095761D" w:rsidRPr="0095761D" w:rsidRDefault="0095761D" w:rsidP="0095761D">
      <w:pPr>
        <w:pStyle w:val="4"/>
      </w:pPr>
      <w:r>
        <w:t>Вопрос:</w:t>
      </w:r>
    </w:p>
    <w:p w14:paraId="576DB0E5" w14:textId="77777777" w:rsidR="0095761D" w:rsidRDefault="0095761D" w:rsidP="0095761D">
      <w:pPr>
        <w:pStyle w:val="BodyTextL50"/>
        <w:spacing w:before="0"/>
      </w:pPr>
      <w:r>
        <w:t>Какие сведения отображаются в командной строке после успешного подключения по протоколу SSH?</w:t>
      </w:r>
    </w:p>
    <w:p w14:paraId="26283076" w14:textId="77777777" w:rsidR="0095761D" w:rsidRPr="0095761D" w:rsidRDefault="006F529F" w:rsidP="0095761D">
      <w:pPr>
        <w:pStyle w:val="AnswerLineL50"/>
      </w:pPr>
      <w:r>
        <w:t>Введите ваш ответ здесь.</w:t>
      </w:r>
    </w:p>
    <w:p w14:paraId="6ED7EE97" w14:textId="277AC536" w:rsidR="0095761D" w:rsidRDefault="001B2A07" w:rsidP="0095761D">
      <w:pPr>
        <w:pStyle w:val="CMD"/>
        <w:rPr>
          <w:rStyle w:val="AnswerGray"/>
        </w:rPr>
      </w:pPr>
      <w:r>
        <w:rPr>
          <w:rStyle w:val="AnswerGray"/>
        </w:rPr>
        <w:t xml:space="preserve"> </w:t>
      </w:r>
    </w:p>
    <w:p w14:paraId="6CE8FAE2" w14:textId="77777777" w:rsidR="0095761D" w:rsidRPr="00B61071" w:rsidRDefault="0095761D" w:rsidP="0095761D">
      <w:pPr>
        <w:pStyle w:val="SubStepAlpha"/>
      </w:pPr>
      <w:r>
        <w:t xml:space="preserve">Вы удаленно подключены к следующему соседу. Выполните команды </w:t>
      </w:r>
      <w:r w:rsidRPr="00B61071">
        <w:rPr>
          <w:b/>
        </w:rPr>
        <w:t>show cdp neighbors</w:t>
      </w:r>
      <w:r>
        <w:t xml:space="preserve"> и </w:t>
      </w:r>
      <w:r w:rsidRPr="00B61071">
        <w:rPr>
          <w:b/>
        </w:rPr>
        <w:t>show cdp neighbors detail</w:t>
      </w:r>
      <w:r>
        <w:t>, чтобы найти другие подключенные соседние устройства.</w:t>
      </w:r>
    </w:p>
    <w:p w14:paraId="40ED9CD3" w14:textId="77777777" w:rsidR="0095761D" w:rsidRDefault="0095761D" w:rsidP="0095761D">
      <w:pPr>
        <w:pStyle w:val="4"/>
      </w:pPr>
      <w:r>
        <w:t>Вопрос:</w:t>
      </w:r>
    </w:p>
    <w:p w14:paraId="76A613B4" w14:textId="77777777" w:rsidR="0095761D" w:rsidRDefault="0095761D" w:rsidP="0095761D">
      <w:pPr>
        <w:pStyle w:val="BodyTextL50"/>
        <w:spacing w:before="0"/>
      </w:pPr>
      <w:r>
        <w:t>К каким типам сетевых устройств относятся соседи этого устройства? Внесите сведения о новых обнаруженных устройствах в таблицу адресации. Укажите их имена хостов, интерфейсы и IP-адреса.</w:t>
      </w:r>
    </w:p>
    <w:p w14:paraId="5C4EE46A" w14:textId="77777777" w:rsidR="0095761D" w:rsidRPr="0095761D" w:rsidRDefault="006F529F" w:rsidP="00DF020B">
      <w:pPr>
        <w:pStyle w:val="AnswerLineL50"/>
        <w:spacing w:after="480"/>
      </w:pPr>
      <w:r>
        <w:t>Введите ваш ответ здесь.</w:t>
      </w:r>
    </w:p>
    <w:p w14:paraId="599D9272" w14:textId="2AD15A20" w:rsidR="0095761D" w:rsidRDefault="001B2A07" w:rsidP="0095761D">
      <w:pPr>
        <w:pStyle w:val="CMD"/>
        <w:rPr>
          <w:rStyle w:val="AnswerGray"/>
        </w:rPr>
      </w:pPr>
      <w:r>
        <w:rPr>
          <w:rStyle w:val="AnswerGray"/>
        </w:rPr>
        <w:t xml:space="preserve"> </w:t>
      </w:r>
    </w:p>
    <w:p w14:paraId="0D07F463" w14:textId="77777777" w:rsidR="0095761D" w:rsidRPr="00B61071" w:rsidRDefault="0095761D" w:rsidP="00434222">
      <w:pPr>
        <w:pStyle w:val="SubStepAlpha"/>
      </w:pPr>
      <w:r>
        <w:t>Продолжите поиск новых сетевых устройств, используя подключение по протоколу SSH и команды show протокола CDP. Наконец, вы достигли конца сети, и больше нет устройств для обнаружения.</w:t>
      </w:r>
    </w:p>
    <w:p w14:paraId="05372CB2" w14:textId="77777777" w:rsidR="0095761D" w:rsidRDefault="0095761D" w:rsidP="0095761D">
      <w:pPr>
        <w:pStyle w:val="4"/>
      </w:pPr>
      <w:r>
        <w:t>Вопрос:</w:t>
      </w:r>
    </w:p>
    <w:p w14:paraId="30BA5B04" w14:textId="77777777" w:rsidR="0095761D" w:rsidRDefault="0095761D" w:rsidP="0095761D">
      <w:pPr>
        <w:pStyle w:val="SubStepAlpha"/>
        <w:numPr>
          <w:ilvl w:val="0"/>
          <w:numId w:val="0"/>
        </w:numPr>
        <w:spacing w:before="0"/>
        <w:ind w:left="720"/>
      </w:pPr>
      <w:r>
        <w:t>Какое имя присвоено коммутатору в сети, которому не назначен IP-адрес?</w:t>
      </w:r>
    </w:p>
    <w:p w14:paraId="784284B0" w14:textId="77777777" w:rsidR="0095761D" w:rsidRPr="0095761D" w:rsidRDefault="006F529F" w:rsidP="0095761D">
      <w:pPr>
        <w:pStyle w:val="AnswerLineL50"/>
      </w:pPr>
      <w:r>
        <w:t>Введите ваш ответ здесь.</w:t>
      </w:r>
    </w:p>
    <w:p w14:paraId="2AE944C8" w14:textId="626FC68E" w:rsidR="0095761D" w:rsidRDefault="001B2A07" w:rsidP="0095761D">
      <w:pPr>
        <w:pStyle w:val="CMD"/>
        <w:rPr>
          <w:rStyle w:val="AnswerGray"/>
        </w:rPr>
      </w:pPr>
      <w:r>
        <w:rPr>
          <w:rStyle w:val="AnswerGray"/>
        </w:rPr>
        <w:t xml:space="preserve"> </w:t>
      </w:r>
    </w:p>
    <w:p w14:paraId="52007569" w14:textId="77777777" w:rsidR="0095761D" w:rsidRDefault="0095761D" w:rsidP="0095761D">
      <w:pPr>
        <w:pStyle w:val="SubStepAlpha"/>
      </w:pPr>
      <w:r>
        <w:t>Создайте топологию сети удаленного филиала Remote Branch Office, используя сведения, которые были получены с помощью протокола CDP.</w:t>
      </w:r>
    </w:p>
    <w:p w14:paraId="38949A85" w14:textId="7521303E" w:rsidR="0095761D" w:rsidRDefault="0095761D" w:rsidP="0095761D">
      <w:pPr>
        <w:pStyle w:val="Visual"/>
      </w:pPr>
    </w:p>
    <w:p w14:paraId="37F8A5ED" w14:textId="77777777" w:rsidR="00C162C0" w:rsidRPr="00DF020B" w:rsidRDefault="00841556" w:rsidP="00841556">
      <w:pPr>
        <w:pStyle w:val="ConfigWindow"/>
      </w:pPr>
      <w:r>
        <w:t>Конец документа</w:t>
      </w:r>
    </w:p>
    <w:sectPr w:rsidR="00C162C0" w:rsidRPr="00DF020B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456A9B" w14:textId="77777777" w:rsidR="00576DB9" w:rsidRDefault="00576DB9" w:rsidP="00710659">
      <w:pPr>
        <w:spacing w:after="0" w:line="240" w:lineRule="auto"/>
      </w:pPr>
      <w:r>
        <w:separator/>
      </w:r>
    </w:p>
    <w:p w14:paraId="68176FEF" w14:textId="77777777" w:rsidR="00576DB9" w:rsidRDefault="00576DB9"/>
  </w:endnote>
  <w:endnote w:type="continuationSeparator" w:id="0">
    <w:p w14:paraId="0E468A7A" w14:textId="77777777" w:rsidR="00576DB9" w:rsidRDefault="00576DB9" w:rsidP="00710659">
      <w:pPr>
        <w:spacing w:after="0" w:line="240" w:lineRule="auto"/>
      </w:pPr>
      <w:r>
        <w:continuationSeparator/>
      </w:r>
    </w:p>
    <w:p w14:paraId="433B12EE" w14:textId="77777777" w:rsidR="00576DB9" w:rsidRDefault="00576D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837D43" w14:textId="77777777" w:rsidR="00926CB2" w:rsidRPr="00882B63" w:rsidRDefault="008E00D5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1B2A07">
          <w:t>2016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1B2A07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8BC2A0" w14:textId="77777777" w:rsidR="00882B63" w:rsidRPr="00882B63" w:rsidRDefault="00882B6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1B2A07">
          <w:t>2016 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1B2A07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015A8F" w14:textId="77777777" w:rsidR="00576DB9" w:rsidRDefault="00576DB9" w:rsidP="00710659">
      <w:pPr>
        <w:spacing w:after="0" w:line="240" w:lineRule="auto"/>
      </w:pPr>
      <w:r>
        <w:separator/>
      </w:r>
    </w:p>
    <w:p w14:paraId="3EFBEBB4" w14:textId="77777777" w:rsidR="00576DB9" w:rsidRDefault="00576DB9"/>
  </w:footnote>
  <w:footnote w:type="continuationSeparator" w:id="0">
    <w:p w14:paraId="25160B08" w14:textId="77777777" w:rsidR="00576DB9" w:rsidRDefault="00576DB9" w:rsidP="00710659">
      <w:pPr>
        <w:spacing w:after="0" w:line="240" w:lineRule="auto"/>
      </w:pPr>
      <w:r>
        <w:continuationSeparator/>
      </w:r>
    </w:p>
    <w:p w14:paraId="59B2066D" w14:textId="77777777" w:rsidR="00576DB9" w:rsidRDefault="00576D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Заголовок"/>
      <w:tag w:val=""/>
      <w:id w:val="-1711953976"/>
      <w:placeholder>
        <w:docPart w:val="1F61B076F28A45A29C86F889F6257D54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13825064" w14:textId="77777777" w:rsidR="00926CB2" w:rsidRDefault="003971AC" w:rsidP="008402F2">
        <w:pPr>
          <w:pStyle w:val="PageHead"/>
        </w:pPr>
        <w:r>
          <w:t>Packet Tracer - Создание карты сети с помощью протокола CDP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B3CD80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1BF39A35" wp14:editId="6B6FAE1B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lvlText w:val="Часть 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Шаг %2.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3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BE2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67C05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2A07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12AC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B6933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971AC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43C8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222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76DB9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4BE2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4488"/>
    <w:rsid w:val="006E5FE9"/>
    <w:rsid w:val="006E6581"/>
    <w:rsid w:val="006E71DF"/>
    <w:rsid w:val="006F1616"/>
    <w:rsid w:val="006F1CC4"/>
    <w:rsid w:val="006F2A86"/>
    <w:rsid w:val="006F3163"/>
    <w:rsid w:val="006F529F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B5E83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1556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5761D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349B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41FC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020B"/>
    <w:rsid w:val="00DF1B58"/>
    <w:rsid w:val="00DF6B12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2692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1002BD"/>
  <w15:docId w15:val="{DFD45CB1-55ED-4D62-AEA0-C2DC619DE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uiPriority w:val="9"/>
    <w:semiHidden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DF020B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F26E3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semiHidden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DF020B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DF020B"/>
    <w:rPr>
      <w:rFonts w:eastAsia="Times New Roman"/>
      <w:bCs/>
      <w:color w:val="FFFFFF" w:themeColor="background1"/>
      <w:sz w:val="6"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D531D0"/>
    <w:rPr>
      <w:rFonts w:eastAsia="Times New Roman"/>
      <w:b/>
      <w:bCs/>
      <w:sz w:val="22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a0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numbering" w:customStyle="1" w:styleId="PartStepSubStepList">
    <w:name w:val="Part_Step_SubStep_List"/>
    <w:basedOn w:val="a2"/>
    <w:uiPriority w:val="99"/>
    <w:rsid w:val="0095761D"/>
    <w:pPr>
      <w:numPr>
        <w:numId w:val="10"/>
      </w:numPr>
    </w:pPr>
  </w:style>
  <w:style w:type="character" w:styleId="aff0">
    <w:name w:val="Subtle Emphasis"/>
    <w:basedOn w:val="a0"/>
    <w:uiPriority w:val="19"/>
    <w:qFormat/>
    <w:rsid w:val="0095761D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F61B076F28A45A29C86F889F6257D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2D676-FA52-4FD3-AEB9-33CABE6BBCEC}"/>
      </w:docPartPr>
      <w:docPartBody>
        <w:p w:rsidR="00CC1510" w:rsidRDefault="00257F11">
          <w:pPr>
            <w:pStyle w:val="1F61B076F28A45A29C86F889F6257D54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F11"/>
    <w:rsid w:val="000F36B8"/>
    <w:rsid w:val="00257F11"/>
    <w:rsid w:val="00510590"/>
    <w:rsid w:val="008D7447"/>
    <w:rsid w:val="00B1788E"/>
    <w:rsid w:val="00CC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1F61B076F28A45A29C86F889F6257D54">
    <w:name w:val="1F61B076F28A45A29C86F889F6257D5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5091DF-8656-4A15-B47B-4A0572F85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5</TotalTime>
  <Pages>4</Pages>
  <Words>999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Use CDP to Map a Network</vt:lpstr>
    </vt:vector>
  </TitlesOfParts>
  <Company>Cisco Systems, Inc.</Company>
  <LinksUpToDate>false</LinksUpToDate>
  <CharactersWithSpaces>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Создание карты сети с помощью протокола CDP</dc:title>
  <dc:creator>SP</dc:creator>
  <dc:description>2016 г.</dc:description>
  <cp:lastModifiedBy>Антон Носков</cp:lastModifiedBy>
  <cp:revision>6</cp:revision>
  <dcterms:created xsi:type="dcterms:W3CDTF">2019-11-22T21:08:00Z</dcterms:created>
  <dcterms:modified xsi:type="dcterms:W3CDTF">2020-08-23T18:39:00Z</dcterms:modified>
</cp:coreProperties>
</file>